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9D69B3F" w:rsidR="00F862D6" w:rsidRPr="003E6B9A" w:rsidRDefault="005F30CF" w:rsidP="0037111D">
            <w:r w:rsidRPr="005F30CF">
              <w:rPr>
                <w:rFonts w:ascii="Helvetica" w:hAnsi="Helvetica"/>
              </w:rPr>
              <w:t>12545/2024-SŽ-SSV-Ú3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1E6792" w:rsidRDefault="00F862D6" w:rsidP="0077673A">
            <w:r w:rsidRPr="001E6792">
              <w:t>Listů/příloh</w:t>
            </w:r>
          </w:p>
        </w:tc>
        <w:tc>
          <w:tcPr>
            <w:tcW w:w="2552" w:type="dxa"/>
          </w:tcPr>
          <w:p w14:paraId="333CD487" w14:textId="0E1499F7" w:rsidR="00F862D6" w:rsidRPr="001E6792" w:rsidRDefault="001E6792" w:rsidP="00CC1E2B">
            <w:r w:rsidRPr="001E6792">
              <w:t>4</w:t>
            </w:r>
            <w:r w:rsidR="003E6B9A" w:rsidRPr="001E6792">
              <w:t>/</w:t>
            </w:r>
            <w:r w:rsidRPr="001E6792">
              <w:t>6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3C522DF" w:rsidR="00F862D6" w:rsidRPr="003E6B9A" w:rsidRDefault="00F918A3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DFDF988" w:rsidR="009A7568" w:rsidRPr="003E6B9A" w:rsidRDefault="00F918A3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ACABC3F" w:rsidR="009A7568" w:rsidRPr="003E6B9A" w:rsidRDefault="00F918A3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60AF53E1" w14:textId="25D208AA" w:rsidR="009A7568" w:rsidRPr="003E6B9A" w:rsidRDefault="001E6792" w:rsidP="009A7568">
            <w:r>
              <w:t>14. listopadu 2024</w:t>
            </w:r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9CEEFA1" w:rsidR="00335122" w:rsidRPr="00015B4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015B46">
        <w:rPr>
          <w:rFonts w:eastAsia="Calibri" w:cs="Times New Roman"/>
          <w:lang w:eastAsia="cs-CZ"/>
        </w:rPr>
        <w:t xml:space="preserve">Vysvětlení/ změna/ doplnění zadávací dokumentace č. </w:t>
      </w:r>
      <w:r w:rsidR="005F30CF">
        <w:rPr>
          <w:rFonts w:eastAsia="Times New Roman" w:cs="Times New Roman"/>
          <w:lang w:eastAsia="cs-CZ"/>
        </w:rPr>
        <w:t>13</w:t>
      </w:r>
    </w:p>
    <w:p w14:paraId="25C6ADAC" w14:textId="4D802C6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15B46">
        <w:rPr>
          <w:rFonts w:eastAsia="Calibri" w:cs="Times New Roman"/>
          <w:lang w:eastAsia="cs-CZ"/>
        </w:rPr>
        <w:t xml:space="preserve"> </w:t>
      </w:r>
      <w:r w:rsidR="00335122" w:rsidRPr="00015B46">
        <w:rPr>
          <w:rFonts w:eastAsia="Calibri" w:cs="Times New Roman"/>
          <w:lang w:eastAsia="cs-CZ"/>
        </w:rPr>
        <w:tab/>
        <w:t>„</w:t>
      </w:r>
      <w:r w:rsidR="00015B46" w:rsidRPr="00015B46">
        <w:rPr>
          <w:rFonts w:eastAsia="Calibri" w:cs="Times New Roman"/>
          <w:b/>
          <w:bCs/>
          <w:lang w:eastAsia="cs-CZ"/>
        </w:rPr>
        <w:t>Náhrada přejezdu P6501 v km 245,044 trati Přerov – Bohumín</w:t>
      </w:r>
      <w:r w:rsidR="00335122" w:rsidRPr="00015B46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6AA8B3EB"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650B3235" w14:textId="77777777" w:rsidR="001E6792" w:rsidRPr="00BD5319" w:rsidRDefault="001E6792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  <w:bookmarkStart w:id="0" w:name="_GoBack"/>
      <w:bookmarkEnd w:id="0"/>
    </w:p>
    <w:p w14:paraId="3D7836DF" w14:textId="77777777" w:rsidR="005C663F" w:rsidRPr="005F30CF" w:rsidRDefault="005C663F" w:rsidP="005F30CF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D68FBD7" w14:textId="10FC26B0" w:rsidR="00BD5319" w:rsidRPr="001E6792" w:rsidRDefault="00BD5319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E6792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5F30CF" w:rsidRPr="001E6792">
        <w:rPr>
          <w:rFonts w:asciiTheme="majorHAnsi" w:eastAsia="Calibri" w:hAnsiTheme="majorHAnsi" w:cs="Times New Roman"/>
          <w:b/>
          <w:lang w:eastAsia="cs-CZ"/>
        </w:rPr>
        <w:t>75</w:t>
      </w:r>
      <w:r w:rsidRPr="001E6792">
        <w:rPr>
          <w:rFonts w:asciiTheme="majorHAnsi" w:eastAsia="Calibri" w:hAnsiTheme="majorHAnsi" w:cs="Times New Roman"/>
          <w:b/>
          <w:lang w:eastAsia="cs-CZ"/>
        </w:rPr>
        <w:t>:</w:t>
      </w:r>
    </w:p>
    <w:p w14:paraId="542D61BF" w14:textId="0E173EB2" w:rsidR="00F918A3" w:rsidRPr="001E6792" w:rsidRDefault="005F30CF" w:rsidP="001E6792">
      <w:pPr>
        <w:spacing w:after="0"/>
        <w:rPr>
          <w:rFonts w:asciiTheme="majorHAnsi" w:hAnsiTheme="majorHAnsi" w:cs="Tahoma"/>
          <w:shd w:val="clear" w:color="auto" w:fill="FFFFFF"/>
        </w:rPr>
      </w:pPr>
      <w:r w:rsidRPr="001E6792">
        <w:rPr>
          <w:rFonts w:asciiTheme="majorHAnsi" w:hAnsiTheme="majorHAnsi" w:cs="Tahoma"/>
          <w:shd w:val="clear" w:color="auto" w:fill="FFFFFF"/>
        </w:rPr>
        <w:t xml:space="preserve">U objektu </w:t>
      </w:r>
      <w:r w:rsidRPr="001E6792">
        <w:rPr>
          <w:rFonts w:asciiTheme="majorHAnsi" w:hAnsiTheme="majorHAnsi" w:cs="Tahoma"/>
          <w:b/>
          <w:shd w:val="clear" w:color="auto" w:fill="FFFFFF"/>
        </w:rPr>
        <w:t>SO 01-19-02</w:t>
      </w:r>
      <w:r w:rsidRPr="001E6792">
        <w:rPr>
          <w:rFonts w:asciiTheme="majorHAnsi" w:hAnsiTheme="majorHAnsi" w:cs="Tahoma"/>
          <w:shd w:val="clear" w:color="auto" w:fill="FFFFFF"/>
        </w:rPr>
        <w:t xml:space="preserve"> - Silniční most na ul. Butovická je v příčném řezu-výkres č. 2.003 zakresleno odvodnění izolace pomocí DN50 á 2,5 m.</w:t>
      </w:r>
      <w:r w:rsidRPr="001E6792">
        <w:rPr>
          <w:rFonts w:asciiTheme="majorHAnsi" w:hAnsiTheme="majorHAnsi" w:cs="Tahoma"/>
        </w:rPr>
        <w:br/>
      </w:r>
      <w:r w:rsidRPr="001E6792">
        <w:rPr>
          <w:rFonts w:asciiTheme="majorHAnsi" w:hAnsiTheme="majorHAnsi" w:cs="Tahoma"/>
          <w:shd w:val="clear" w:color="auto" w:fill="FFFFFF"/>
        </w:rPr>
        <w:t>Žádáme zadavatele o doplnění soupisu prací o tuto položku, jelikož v soupisu prací není obsažena.</w:t>
      </w:r>
    </w:p>
    <w:p w14:paraId="5DD9355A" w14:textId="77777777" w:rsidR="005F30CF" w:rsidRPr="001E6792" w:rsidRDefault="005F30CF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702846B4" w:rsidR="00BD5319" w:rsidRPr="001E6792" w:rsidRDefault="00BD5319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E679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5DBDC0D" w14:textId="76694E44" w:rsidR="00AF6864" w:rsidRPr="001E6792" w:rsidRDefault="00AF6864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1E6792">
        <w:rPr>
          <w:rFonts w:asciiTheme="majorHAnsi" w:eastAsia="Calibri" w:hAnsiTheme="majorHAnsi" w:cs="Times New Roman"/>
          <w:bCs/>
          <w:lang w:eastAsia="cs-CZ"/>
        </w:rPr>
        <w:t>Byla doplněna položka 37 87911 POTRUBÍ ODPADNÍ MOSTNÍCH OBJEKTŮ Z PLAST TRUB DN DO 80MM.</w:t>
      </w:r>
    </w:p>
    <w:p w14:paraId="460F1857" w14:textId="2C9F33C9" w:rsidR="00AF6864" w:rsidRPr="001E6792" w:rsidRDefault="00AF6864" w:rsidP="001E6792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1E6792">
        <w:rPr>
          <w:rFonts w:asciiTheme="majorHAnsi" w:eastAsia="Calibri" w:hAnsiTheme="majorHAnsi" w:cs="Times New Roman"/>
          <w:b/>
          <w:bCs/>
          <w:lang w:eastAsia="cs-CZ"/>
        </w:rPr>
        <w:t xml:space="preserve">Byl upraven soupis prací </w:t>
      </w:r>
      <w:r w:rsidRPr="001E6792">
        <w:rPr>
          <w:rFonts w:asciiTheme="majorHAnsi" w:hAnsiTheme="majorHAnsi" w:cs="Tahoma"/>
          <w:b/>
          <w:shd w:val="clear" w:color="auto" w:fill="FFFFFF"/>
        </w:rPr>
        <w:t>SO 01-19-02.</w:t>
      </w:r>
    </w:p>
    <w:p w14:paraId="2F7358C3" w14:textId="40EC8E53" w:rsidR="00015B46" w:rsidRDefault="00015B46" w:rsidP="001E6792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4E1CD74D" w14:textId="77777777" w:rsidR="001E6792" w:rsidRPr="001E6792" w:rsidRDefault="001E6792" w:rsidP="001E6792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09C9076C" w14:textId="5D80A9BF" w:rsidR="00BD5319" w:rsidRPr="001E6792" w:rsidRDefault="00BD5319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E6792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5F30CF" w:rsidRPr="001E6792">
        <w:rPr>
          <w:rFonts w:asciiTheme="majorHAnsi" w:eastAsia="Calibri" w:hAnsiTheme="majorHAnsi" w:cs="Times New Roman"/>
          <w:b/>
          <w:lang w:eastAsia="cs-CZ"/>
        </w:rPr>
        <w:t>76</w:t>
      </w:r>
      <w:r w:rsidRPr="001E6792">
        <w:rPr>
          <w:rFonts w:asciiTheme="majorHAnsi" w:eastAsia="Calibri" w:hAnsiTheme="majorHAnsi" w:cs="Times New Roman"/>
          <w:b/>
          <w:lang w:eastAsia="cs-CZ"/>
        </w:rPr>
        <w:t>:</w:t>
      </w:r>
    </w:p>
    <w:p w14:paraId="26DD8620" w14:textId="77777777" w:rsidR="005F30CF" w:rsidRPr="001E6792" w:rsidRDefault="005F30CF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1E6792">
        <w:rPr>
          <w:rFonts w:asciiTheme="majorHAnsi" w:eastAsia="Calibri" w:hAnsiTheme="majorHAnsi" w:cs="Times New Roman"/>
          <w:bCs/>
          <w:lang w:eastAsia="cs-CZ"/>
        </w:rPr>
        <w:t xml:space="preserve">U objektu </w:t>
      </w:r>
      <w:r w:rsidRPr="001E6792">
        <w:rPr>
          <w:rFonts w:asciiTheme="majorHAnsi" w:eastAsia="Calibri" w:hAnsiTheme="majorHAnsi" w:cs="Times New Roman"/>
          <w:b/>
          <w:bCs/>
          <w:lang w:eastAsia="cs-CZ"/>
        </w:rPr>
        <w:t>SO 01-19-02</w:t>
      </w:r>
      <w:r w:rsidRPr="001E6792">
        <w:rPr>
          <w:rFonts w:asciiTheme="majorHAnsi" w:eastAsia="Calibri" w:hAnsiTheme="majorHAnsi" w:cs="Times New Roman"/>
          <w:bCs/>
          <w:lang w:eastAsia="cs-CZ"/>
        </w:rPr>
        <w:t xml:space="preserve"> - Silniční most na ul. Butovická je v podélném řezu-výkres č. 2.004 uvedena drenážní trubka za opěrou o průměru DN 100, zatímco v příčném řezu-výkres č. 2.003 je uvedené drenáž DN 150.</w:t>
      </w:r>
    </w:p>
    <w:p w14:paraId="05058EAC" w14:textId="1878F5FD" w:rsidR="005F30CF" w:rsidRDefault="005F30CF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1E6792">
        <w:rPr>
          <w:rFonts w:asciiTheme="majorHAnsi" w:eastAsia="Calibri" w:hAnsiTheme="majorHAnsi" w:cs="Times New Roman"/>
          <w:bCs/>
          <w:lang w:eastAsia="cs-CZ"/>
        </w:rPr>
        <w:t>Žádáme zadavatele o vyjasnění tohoto rozporu ve výkresové dokumentaci. Tato drenáž je nejspíše vykázána ve výkazu výměr v položce 87913 POTRUBÍ ODPADNÍ MOSTNÍCH OBJEKTŮ Z PLAST TRUB DN DO 150 MM.</w:t>
      </w:r>
    </w:p>
    <w:p w14:paraId="7381B40A" w14:textId="77777777" w:rsidR="001E6792" w:rsidRPr="001E6792" w:rsidRDefault="001E6792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7CE4D3A7" w14:textId="4A8A307D" w:rsidR="00015B46" w:rsidRPr="001E6792" w:rsidRDefault="00015B46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E679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76195DA" w14:textId="6AA4EFDE" w:rsidR="00AF6864" w:rsidRPr="001E6792" w:rsidRDefault="00AF6864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1E6792">
        <w:rPr>
          <w:rFonts w:asciiTheme="majorHAnsi" w:eastAsia="Calibri" w:hAnsiTheme="majorHAnsi" w:cs="Times New Roman"/>
          <w:bCs/>
          <w:lang w:eastAsia="cs-CZ"/>
        </w:rPr>
        <w:t xml:space="preserve">Platí drenáž trubka DN 150 v souladu se soupisem prací. </w:t>
      </w:r>
    </w:p>
    <w:p w14:paraId="7AF5C277" w14:textId="77777777" w:rsidR="00015B46" w:rsidRPr="001E6792" w:rsidRDefault="00015B46" w:rsidP="001E6792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759B9A54" w14:textId="77777777" w:rsidR="00015B46" w:rsidRPr="001E6792" w:rsidRDefault="00015B46" w:rsidP="001E6792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51512214" w14:textId="1014A87D" w:rsidR="000E72A0" w:rsidRPr="001E6792" w:rsidRDefault="000E72A0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E6792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5F30CF" w:rsidRPr="001E6792">
        <w:rPr>
          <w:rFonts w:asciiTheme="majorHAnsi" w:eastAsia="Calibri" w:hAnsiTheme="majorHAnsi" w:cs="Times New Roman"/>
          <w:b/>
          <w:lang w:eastAsia="cs-CZ"/>
        </w:rPr>
        <w:t>77</w:t>
      </w:r>
      <w:r w:rsidRPr="001E6792">
        <w:rPr>
          <w:rFonts w:asciiTheme="majorHAnsi" w:eastAsia="Calibri" w:hAnsiTheme="majorHAnsi" w:cs="Times New Roman"/>
          <w:b/>
          <w:lang w:eastAsia="cs-CZ"/>
        </w:rPr>
        <w:t>:</w:t>
      </w:r>
    </w:p>
    <w:p w14:paraId="1C0E4F23" w14:textId="78410E77" w:rsidR="00015B46" w:rsidRPr="001E6792" w:rsidRDefault="005F30CF" w:rsidP="001E6792">
      <w:pPr>
        <w:spacing w:after="0"/>
        <w:rPr>
          <w:rFonts w:asciiTheme="majorHAnsi" w:hAnsiTheme="majorHAnsi" w:cs="Tahoma"/>
          <w:shd w:val="clear" w:color="auto" w:fill="FFFFFF"/>
        </w:rPr>
      </w:pPr>
      <w:r w:rsidRPr="001E6792">
        <w:rPr>
          <w:rFonts w:asciiTheme="majorHAnsi" w:hAnsiTheme="majorHAnsi" w:cs="Tahoma"/>
          <w:shd w:val="clear" w:color="auto" w:fill="FFFFFF"/>
        </w:rPr>
        <w:t xml:space="preserve">V objektu </w:t>
      </w:r>
      <w:r w:rsidRPr="001E6792">
        <w:rPr>
          <w:rFonts w:asciiTheme="majorHAnsi" w:hAnsiTheme="majorHAnsi" w:cs="Tahoma"/>
          <w:b/>
          <w:shd w:val="clear" w:color="auto" w:fill="FFFFFF"/>
        </w:rPr>
        <w:t>SO 01-19-03</w:t>
      </w:r>
      <w:r w:rsidRPr="001E6792">
        <w:rPr>
          <w:rFonts w:asciiTheme="majorHAnsi" w:hAnsiTheme="majorHAnsi" w:cs="Tahoma"/>
          <w:shd w:val="clear" w:color="auto" w:fill="FFFFFF"/>
        </w:rPr>
        <w:t xml:space="preserve"> - Silniční propustek pod místní komunikací ul. 2. května je v položce 272325 ZÁKLADY ZE ŽELEZOBETONU DO X30/37 uvedena kubatura 10,97 m3. Dle výkresu 2.010 TVAR STĚN NA VTOKU je rozměr základu cca 6,4*2*0,42, dle výkresu 2.010 TVAR STĚN NA VÝTOKU je rozměr základu 1,5*0,8*8,6 m. Celkem se tedy dle našeho názoru jedná o cca 16 m3 betonu.</w:t>
      </w:r>
      <w:r w:rsidRPr="001E6792">
        <w:rPr>
          <w:rFonts w:asciiTheme="majorHAnsi" w:hAnsiTheme="majorHAnsi" w:cs="Tahoma"/>
        </w:rPr>
        <w:br/>
      </w:r>
      <w:r w:rsidRPr="001E6792">
        <w:rPr>
          <w:rFonts w:asciiTheme="majorHAnsi" w:hAnsiTheme="majorHAnsi" w:cs="Tahoma"/>
          <w:shd w:val="clear" w:color="auto" w:fill="FFFFFF"/>
        </w:rPr>
        <w:t>Žádáme zadavatele o prověření a kontrolu výkazu výměr.</w:t>
      </w:r>
    </w:p>
    <w:p w14:paraId="56980411" w14:textId="77777777" w:rsidR="005F30CF" w:rsidRPr="001E6792" w:rsidRDefault="005F30CF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7425F554" w14:textId="77777777" w:rsidR="001E6792" w:rsidRDefault="001E6792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2E4B9E6" w14:textId="77777777" w:rsidR="001E6792" w:rsidRDefault="001E6792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161E979" w14:textId="6F419B03" w:rsidR="000E72A0" w:rsidRPr="001E6792" w:rsidRDefault="000E72A0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E6792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2EDEDA83" w14:textId="5BBC977A" w:rsidR="001224D1" w:rsidRPr="001E6792" w:rsidRDefault="006F3D20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1E6792">
        <w:rPr>
          <w:rFonts w:asciiTheme="majorHAnsi" w:eastAsia="Calibri" w:hAnsiTheme="majorHAnsi" w:cs="Times New Roman"/>
          <w:bCs/>
          <w:lang w:eastAsia="cs-CZ"/>
        </w:rPr>
        <w:t xml:space="preserve">Základy čela propustku jsou součásti položky </w:t>
      </w:r>
      <w:r w:rsidR="001224D1" w:rsidRPr="001E6792">
        <w:rPr>
          <w:rFonts w:asciiTheme="majorHAnsi" w:eastAsia="Calibri" w:hAnsiTheme="majorHAnsi" w:cs="Times New Roman"/>
          <w:bCs/>
          <w:lang w:eastAsia="cs-CZ"/>
        </w:rPr>
        <w:t xml:space="preserve">č.20 </w:t>
      </w:r>
      <w:r w:rsidRPr="001E6792">
        <w:rPr>
          <w:rFonts w:asciiTheme="majorHAnsi" w:eastAsia="Calibri" w:hAnsiTheme="majorHAnsi" w:cs="Times New Roman"/>
          <w:bCs/>
          <w:lang w:eastAsia="cs-CZ"/>
        </w:rPr>
        <w:t>918115</w:t>
      </w:r>
      <w:r w:rsidR="001224D1" w:rsidRPr="001E6792">
        <w:rPr>
          <w:rFonts w:asciiTheme="majorHAnsi" w:eastAsia="Calibri" w:hAnsiTheme="majorHAnsi" w:cs="Times New Roman"/>
          <w:bCs/>
          <w:lang w:eastAsia="cs-CZ"/>
        </w:rPr>
        <w:t xml:space="preserve">. Položka č.7 </w:t>
      </w:r>
      <w:r w:rsidR="001224D1" w:rsidRPr="001E6792">
        <w:rPr>
          <w:rFonts w:asciiTheme="majorHAnsi" w:hAnsiTheme="majorHAnsi" w:cs="Tahoma"/>
          <w:shd w:val="clear" w:color="auto" w:fill="FFFFFF"/>
        </w:rPr>
        <w:t xml:space="preserve">272325 </w:t>
      </w:r>
      <w:r w:rsidR="001224D1" w:rsidRPr="001E6792">
        <w:rPr>
          <w:rFonts w:asciiTheme="majorHAnsi" w:eastAsia="Calibri" w:hAnsiTheme="majorHAnsi" w:cs="Times New Roman"/>
          <w:bCs/>
          <w:lang w:eastAsia="cs-CZ"/>
        </w:rPr>
        <w:t xml:space="preserve">byla nahrazena položkou č.38 936315. </w:t>
      </w:r>
      <w:r w:rsidRPr="001E6792">
        <w:rPr>
          <w:rFonts w:asciiTheme="majorHAnsi" w:eastAsia="Calibri" w:hAnsiTheme="majorHAnsi" w:cs="Times New Roman"/>
          <w:bCs/>
          <w:lang w:eastAsia="cs-CZ"/>
        </w:rPr>
        <w:t xml:space="preserve">  </w:t>
      </w:r>
    </w:p>
    <w:p w14:paraId="2CEF3767" w14:textId="1C96CB14" w:rsidR="001224D1" w:rsidRPr="001E6792" w:rsidRDefault="001224D1" w:rsidP="001E6792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1E6792">
        <w:rPr>
          <w:rFonts w:asciiTheme="majorHAnsi" w:eastAsia="Calibri" w:hAnsiTheme="majorHAnsi" w:cs="Times New Roman"/>
          <w:b/>
          <w:bCs/>
          <w:lang w:eastAsia="cs-CZ"/>
        </w:rPr>
        <w:t xml:space="preserve">Byl upraven soupis prací </w:t>
      </w:r>
      <w:r w:rsidRPr="001E6792">
        <w:rPr>
          <w:rFonts w:asciiTheme="majorHAnsi" w:hAnsiTheme="majorHAnsi" w:cs="Tahoma"/>
          <w:b/>
          <w:shd w:val="clear" w:color="auto" w:fill="FFFFFF"/>
        </w:rPr>
        <w:t>SO 01-19-03.</w:t>
      </w:r>
    </w:p>
    <w:p w14:paraId="4C551CDC" w14:textId="51E4C843" w:rsidR="005F30CF" w:rsidRDefault="005F30CF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50E38A15" w14:textId="77777777" w:rsidR="001E6792" w:rsidRPr="001E6792" w:rsidRDefault="001E6792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5FC73820" w14:textId="4252ABB6" w:rsidR="000E72A0" w:rsidRPr="001E6792" w:rsidRDefault="000E72A0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E6792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5F30CF" w:rsidRPr="001E6792">
        <w:rPr>
          <w:rFonts w:asciiTheme="majorHAnsi" w:eastAsia="Calibri" w:hAnsiTheme="majorHAnsi" w:cs="Times New Roman"/>
          <w:b/>
          <w:lang w:eastAsia="cs-CZ"/>
        </w:rPr>
        <w:t>78</w:t>
      </w:r>
      <w:r w:rsidRPr="001E6792">
        <w:rPr>
          <w:rFonts w:asciiTheme="majorHAnsi" w:eastAsia="Calibri" w:hAnsiTheme="majorHAnsi" w:cs="Times New Roman"/>
          <w:b/>
          <w:lang w:eastAsia="cs-CZ"/>
        </w:rPr>
        <w:t>:</w:t>
      </w:r>
    </w:p>
    <w:p w14:paraId="78C11224" w14:textId="29C40886" w:rsidR="000E72A0" w:rsidRPr="001E6792" w:rsidRDefault="005F30CF" w:rsidP="001E6792">
      <w:pPr>
        <w:spacing w:after="0"/>
        <w:rPr>
          <w:rFonts w:asciiTheme="majorHAnsi" w:hAnsiTheme="majorHAnsi" w:cs="Tahoma"/>
          <w:shd w:val="clear" w:color="auto" w:fill="FFFFFF"/>
        </w:rPr>
      </w:pPr>
      <w:r w:rsidRPr="001E6792">
        <w:rPr>
          <w:rFonts w:asciiTheme="majorHAnsi" w:hAnsiTheme="majorHAnsi" w:cs="Tahoma"/>
          <w:shd w:val="clear" w:color="auto" w:fill="FFFFFF"/>
        </w:rPr>
        <w:t xml:space="preserve">V objektu </w:t>
      </w:r>
      <w:r w:rsidRPr="001E6792">
        <w:rPr>
          <w:rFonts w:asciiTheme="majorHAnsi" w:hAnsiTheme="majorHAnsi" w:cs="Tahoma"/>
          <w:b/>
          <w:shd w:val="clear" w:color="auto" w:fill="FFFFFF"/>
        </w:rPr>
        <w:t>SO 01-18-04</w:t>
      </w:r>
      <w:r w:rsidRPr="001E6792">
        <w:rPr>
          <w:rFonts w:asciiTheme="majorHAnsi" w:hAnsiTheme="majorHAnsi" w:cs="Tahoma"/>
          <w:shd w:val="clear" w:color="auto" w:fill="FFFFFF"/>
        </w:rPr>
        <w:t xml:space="preserve"> - Prodloužení místní komunikace je v oddíle 5 Komunikace položka 465921 DLAŽBY Z BETONOVÝCH DLAŽDIC NA SUCHO, dle technické zprávy k tomuto objektu a vzorového příčného řezu by se mělo jednat o zámková dlažbu </w:t>
      </w:r>
      <w:proofErr w:type="spellStart"/>
      <w:r w:rsidRPr="001E6792">
        <w:rPr>
          <w:rFonts w:asciiTheme="majorHAnsi" w:hAnsiTheme="majorHAnsi" w:cs="Tahoma"/>
          <w:shd w:val="clear" w:color="auto" w:fill="FFFFFF"/>
        </w:rPr>
        <w:t>tl</w:t>
      </w:r>
      <w:proofErr w:type="spellEnd"/>
      <w:r w:rsidRPr="001E6792">
        <w:rPr>
          <w:rFonts w:asciiTheme="majorHAnsi" w:hAnsiTheme="majorHAnsi" w:cs="Tahoma"/>
          <w:shd w:val="clear" w:color="auto" w:fill="FFFFFF"/>
        </w:rPr>
        <w:t xml:space="preserve">. 60 a </w:t>
      </w:r>
      <w:proofErr w:type="spellStart"/>
      <w:r w:rsidRPr="001E6792">
        <w:rPr>
          <w:rFonts w:asciiTheme="majorHAnsi" w:hAnsiTheme="majorHAnsi" w:cs="Tahoma"/>
          <w:shd w:val="clear" w:color="auto" w:fill="FFFFFF"/>
        </w:rPr>
        <w:t>tl</w:t>
      </w:r>
      <w:proofErr w:type="spellEnd"/>
      <w:r w:rsidRPr="001E6792">
        <w:rPr>
          <w:rFonts w:asciiTheme="majorHAnsi" w:hAnsiTheme="majorHAnsi" w:cs="Tahoma"/>
          <w:shd w:val="clear" w:color="auto" w:fill="FFFFFF"/>
        </w:rPr>
        <w:t>. 80 mm.</w:t>
      </w:r>
      <w:r w:rsidRPr="001E6792">
        <w:rPr>
          <w:rFonts w:asciiTheme="majorHAnsi" w:hAnsiTheme="majorHAnsi" w:cs="Tahoma"/>
        </w:rPr>
        <w:br/>
      </w:r>
      <w:r w:rsidRPr="001E6792">
        <w:rPr>
          <w:rFonts w:asciiTheme="majorHAnsi" w:hAnsiTheme="majorHAnsi" w:cs="Tahoma"/>
          <w:shd w:val="clear" w:color="auto" w:fill="FFFFFF"/>
        </w:rPr>
        <w:t>Žádáme zadavatele o rozdělení této položek KRYTY Z BETON DLAŽDIC SE ZÁMKEM ŠEDÝCH TL 60MM DO LOŽE Z KAM a KRYTY Z BETON DLAŽDIC SE ZÁMKEM ŠEDÝCH TL 80MM DO LOŽE Z KAM stejně jako u ostatních objektů pozemních komunikací této stavby.</w:t>
      </w:r>
    </w:p>
    <w:p w14:paraId="6087B77F" w14:textId="77777777" w:rsidR="005F30CF" w:rsidRPr="001E6792" w:rsidRDefault="005F30CF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21E1EC36" w14:textId="77777777" w:rsidR="000E72A0" w:rsidRPr="001E6792" w:rsidRDefault="000E72A0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E679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932F949" w14:textId="44351601" w:rsidR="00DC05EE" w:rsidRPr="001E6792" w:rsidRDefault="00DC05EE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1E6792">
        <w:rPr>
          <w:rFonts w:asciiTheme="majorHAnsi" w:eastAsia="Calibri" w:hAnsiTheme="majorHAnsi" w:cs="Times New Roman"/>
          <w:bCs/>
          <w:lang w:eastAsia="cs-CZ"/>
        </w:rPr>
        <w:t>Ve výkazu výměr byla položka č. 26„465921 DLAŽBY Z BETONOVÝCH DLAŽDIC NA SUCHO“ nahrazena položkami č. 52 KRYTY Z BETON DLAŽDIC SE ZÁMKEM ŠEDÝCH TL 60MM DO LOŽE Z KAM a č. 53 KRYTY Z BETON DLAŽDIC SE ZÁMKEM ŠEDÝCH TL 80MM DO LOŽE Z KAM.</w:t>
      </w:r>
    </w:p>
    <w:p w14:paraId="13925145" w14:textId="77777777" w:rsidR="00DC05EE" w:rsidRPr="001E6792" w:rsidRDefault="00DC05EE" w:rsidP="001E6792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1E6792">
        <w:rPr>
          <w:rFonts w:asciiTheme="majorHAnsi" w:eastAsia="Calibri" w:hAnsiTheme="majorHAnsi" w:cs="Times New Roman"/>
          <w:b/>
          <w:bCs/>
          <w:lang w:eastAsia="cs-CZ"/>
        </w:rPr>
        <w:t xml:space="preserve">Byl upraven soupis prací </w:t>
      </w:r>
      <w:r w:rsidRPr="001E6792">
        <w:rPr>
          <w:rFonts w:asciiTheme="majorHAnsi" w:hAnsiTheme="majorHAnsi" w:cs="Tahoma"/>
          <w:b/>
          <w:shd w:val="clear" w:color="auto" w:fill="FFFFFF"/>
        </w:rPr>
        <w:t>SO 01-18-04.</w:t>
      </w:r>
    </w:p>
    <w:p w14:paraId="38EE178C" w14:textId="03585EA2" w:rsidR="000E72A0" w:rsidRPr="001E6792" w:rsidRDefault="000E72A0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7033239F" w14:textId="74EA827F" w:rsidR="000E72A0" w:rsidRPr="001E6792" w:rsidRDefault="000E72A0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1ECE05FB" w14:textId="1DE20A8A" w:rsidR="000E72A0" w:rsidRPr="001E6792" w:rsidRDefault="000E72A0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E6792">
        <w:rPr>
          <w:rFonts w:asciiTheme="majorHAnsi" w:eastAsia="Calibri" w:hAnsiTheme="majorHAnsi" w:cs="Times New Roman"/>
          <w:b/>
          <w:lang w:eastAsia="cs-CZ"/>
        </w:rPr>
        <w:t>Dotaz č. 7</w:t>
      </w:r>
      <w:r w:rsidR="005F30CF" w:rsidRPr="001E6792">
        <w:rPr>
          <w:rFonts w:asciiTheme="majorHAnsi" w:eastAsia="Calibri" w:hAnsiTheme="majorHAnsi" w:cs="Times New Roman"/>
          <w:b/>
          <w:lang w:eastAsia="cs-CZ"/>
        </w:rPr>
        <w:t>9</w:t>
      </w:r>
      <w:r w:rsidRPr="001E6792">
        <w:rPr>
          <w:rFonts w:asciiTheme="majorHAnsi" w:eastAsia="Calibri" w:hAnsiTheme="majorHAnsi" w:cs="Times New Roman"/>
          <w:b/>
          <w:lang w:eastAsia="cs-CZ"/>
        </w:rPr>
        <w:t>:</w:t>
      </w:r>
    </w:p>
    <w:p w14:paraId="60C83729" w14:textId="097D25A4" w:rsidR="000E72A0" w:rsidRPr="001E6792" w:rsidRDefault="005F30CF" w:rsidP="001E6792">
      <w:pPr>
        <w:spacing w:after="0"/>
        <w:rPr>
          <w:rFonts w:asciiTheme="majorHAnsi" w:hAnsiTheme="majorHAnsi" w:cs="Tahoma"/>
          <w:shd w:val="clear" w:color="auto" w:fill="FFFFFF"/>
        </w:rPr>
      </w:pPr>
      <w:r w:rsidRPr="001E6792">
        <w:rPr>
          <w:rFonts w:asciiTheme="majorHAnsi" w:hAnsiTheme="majorHAnsi" w:cs="Tahoma"/>
          <w:shd w:val="clear" w:color="auto" w:fill="FFFFFF"/>
        </w:rPr>
        <w:t xml:space="preserve">V objektu </w:t>
      </w:r>
      <w:r w:rsidRPr="001E6792">
        <w:rPr>
          <w:rFonts w:asciiTheme="majorHAnsi" w:hAnsiTheme="majorHAnsi" w:cs="Tahoma"/>
          <w:b/>
          <w:shd w:val="clear" w:color="auto" w:fill="FFFFFF"/>
        </w:rPr>
        <w:t>SO 01-18-06</w:t>
      </w:r>
      <w:r w:rsidRPr="001E6792">
        <w:rPr>
          <w:rFonts w:asciiTheme="majorHAnsi" w:hAnsiTheme="majorHAnsi" w:cs="Tahoma"/>
          <w:shd w:val="clear" w:color="auto" w:fill="FFFFFF"/>
        </w:rPr>
        <w:t xml:space="preserve"> – Komunikace je ve vzorových řezech výkres č. 2.003 zakreslen </w:t>
      </w:r>
      <w:proofErr w:type="spellStart"/>
      <w:r w:rsidRPr="001E6792">
        <w:rPr>
          <w:rFonts w:asciiTheme="majorHAnsi" w:hAnsiTheme="majorHAnsi" w:cs="Tahoma"/>
          <w:shd w:val="clear" w:color="auto" w:fill="FFFFFF"/>
        </w:rPr>
        <w:t>jednořádek</w:t>
      </w:r>
      <w:proofErr w:type="spellEnd"/>
      <w:r w:rsidRPr="001E6792">
        <w:rPr>
          <w:rFonts w:asciiTheme="majorHAnsi" w:hAnsiTheme="majorHAnsi" w:cs="Tahoma"/>
          <w:shd w:val="clear" w:color="auto" w:fill="FFFFFF"/>
        </w:rPr>
        <w:t xml:space="preserve"> ze žulových kostek do betonového lože s opěrou.</w:t>
      </w:r>
      <w:r w:rsidRPr="001E6792">
        <w:rPr>
          <w:rFonts w:asciiTheme="majorHAnsi" w:hAnsiTheme="majorHAnsi" w:cs="Tahoma"/>
        </w:rPr>
        <w:br/>
      </w:r>
      <w:r w:rsidRPr="001E6792">
        <w:rPr>
          <w:rFonts w:asciiTheme="majorHAnsi" w:hAnsiTheme="majorHAnsi" w:cs="Tahoma"/>
          <w:shd w:val="clear" w:color="auto" w:fill="FFFFFF"/>
        </w:rPr>
        <w:t>Ve výkazu výměr jsme tuto položku nenašli.</w:t>
      </w:r>
      <w:r w:rsidRPr="001E6792">
        <w:rPr>
          <w:rFonts w:asciiTheme="majorHAnsi" w:hAnsiTheme="majorHAnsi" w:cs="Tahoma"/>
        </w:rPr>
        <w:br/>
      </w:r>
      <w:r w:rsidRPr="001E6792">
        <w:rPr>
          <w:rFonts w:asciiTheme="majorHAnsi" w:hAnsiTheme="majorHAnsi" w:cs="Tahoma"/>
          <w:shd w:val="clear" w:color="auto" w:fill="FFFFFF"/>
        </w:rPr>
        <w:t>Žádáme zadavatele o prověření tohoto rozporu mezi výkazem výměr a výkresovou dokumentací.</w:t>
      </w:r>
    </w:p>
    <w:p w14:paraId="2119C8B1" w14:textId="77777777" w:rsidR="005F30CF" w:rsidRPr="001E6792" w:rsidRDefault="005F30CF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7BF91CF2" w14:textId="77777777" w:rsidR="000E72A0" w:rsidRPr="001E6792" w:rsidRDefault="000E72A0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E679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F633D7B" w14:textId="4399FE0D" w:rsidR="00DC05EE" w:rsidRPr="001E6792" w:rsidRDefault="00DC05EE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1E6792">
        <w:rPr>
          <w:rFonts w:asciiTheme="majorHAnsi" w:eastAsia="Calibri" w:hAnsiTheme="majorHAnsi" w:cs="Times New Roman"/>
          <w:bCs/>
          <w:lang w:eastAsia="cs-CZ"/>
        </w:rPr>
        <w:t>Do výkazu výměr byla doplněna položka č. 54 OBRUBA Z DLAŽEBNÍCH KOSTEK DROBNÝCH.</w:t>
      </w:r>
    </w:p>
    <w:p w14:paraId="0D3A52E1" w14:textId="77777777" w:rsidR="00DC05EE" w:rsidRPr="001E6792" w:rsidRDefault="00DC05EE" w:rsidP="001E6792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1E6792">
        <w:rPr>
          <w:rFonts w:asciiTheme="majorHAnsi" w:eastAsia="Calibri" w:hAnsiTheme="majorHAnsi" w:cs="Times New Roman"/>
          <w:b/>
          <w:bCs/>
          <w:lang w:eastAsia="cs-CZ"/>
        </w:rPr>
        <w:t xml:space="preserve">Byl upraven soupis prací </w:t>
      </w:r>
      <w:r w:rsidRPr="001E6792">
        <w:rPr>
          <w:rFonts w:asciiTheme="majorHAnsi" w:hAnsiTheme="majorHAnsi" w:cs="Tahoma"/>
          <w:b/>
          <w:shd w:val="clear" w:color="auto" w:fill="FFFFFF"/>
        </w:rPr>
        <w:t>SO 01-18-06.</w:t>
      </w:r>
    </w:p>
    <w:p w14:paraId="639D262A" w14:textId="713AD618" w:rsidR="000E72A0" w:rsidRPr="001E6792" w:rsidRDefault="000E72A0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79343B92" w14:textId="63DE3CC2" w:rsidR="000E72A0" w:rsidRPr="001E6792" w:rsidRDefault="000E72A0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7560A7D9" w14:textId="75E3273B" w:rsidR="000E72A0" w:rsidRPr="001E6792" w:rsidRDefault="000E72A0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E6792">
        <w:rPr>
          <w:rFonts w:asciiTheme="majorHAnsi" w:eastAsia="Calibri" w:hAnsiTheme="majorHAnsi" w:cs="Times New Roman"/>
          <w:b/>
          <w:lang w:eastAsia="cs-CZ"/>
        </w:rPr>
        <w:t>Dotaz č. 8</w:t>
      </w:r>
      <w:r w:rsidR="005F30CF" w:rsidRPr="001E6792">
        <w:rPr>
          <w:rFonts w:asciiTheme="majorHAnsi" w:eastAsia="Calibri" w:hAnsiTheme="majorHAnsi" w:cs="Times New Roman"/>
          <w:b/>
          <w:lang w:eastAsia="cs-CZ"/>
        </w:rPr>
        <w:t>0</w:t>
      </w:r>
      <w:r w:rsidRPr="001E6792">
        <w:rPr>
          <w:rFonts w:asciiTheme="majorHAnsi" w:eastAsia="Calibri" w:hAnsiTheme="majorHAnsi" w:cs="Times New Roman"/>
          <w:b/>
          <w:lang w:eastAsia="cs-CZ"/>
        </w:rPr>
        <w:t>:</w:t>
      </w:r>
    </w:p>
    <w:p w14:paraId="3D362F05" w14:textId="41BF9535" w:rsidR="000E72A0" w:rsidRPr="001E6792" w:rsidRDefault="005F30CF" w:rsidP="001E6792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1E6792">
        <w:rPr>
          <w:rFonts w:asciiTheme="majorHAnsi" w:hAnsiTheme="majorHAnsi" w:cs="Tahoma"/>
          <w:shd w:val="clear" w:color="auto" w:fill="FFFFFF"/>
        </w:rPr>
        <w:t xml:space="preserve">V objektu </w:t>
      </w:r>
      <w:r w:rsidRPr="001E6792">
        <w:rPr>
          <w:rFonts w:asciiTheme="majorHAnsi" w:hAnsiTheme="majorHAnsi" w:cs="Tahoma"/>
          <w:b/>
          <w:shd w:val="clear" w:color="auto" w:fill="FFFFFF"/>
        </w:rPr>
        <w:t>SO 01-27-01</w:t>
      </w:r>
      <w:r w:rsidRPr="001E6792">
        <w:rPr>
          <w:rFonts w:asciiTheme="majorHAnsi" w:hAnsiTheme="majorHAnsi" w:cs="Tahoma"/>
          <w:shd w:val="clear" w:color="auto" w:fill="FFFFFF"/>
        </w:rPr>
        <w:t xml:space="preserve"> Podjezd v km 245,044, ochrany a přeložky vodovodů a kanalizací je v položce 89980 TELEVIZNÍ PROHLÍDKA POTRUBÍ uvedeno množství 2148,50 m. Po sečtení všech délek potrubí v tomto objektu (vodovod, výtlak, kanalizace) nám vyšla celková délka jen 1508,365 m.</w:t>
      </w:r>
      <w:r w:rsidRPr="001E6792">
        <w:rPr>
          <w:rFonts w:asciiTheme="majorHAnsi" w:hAnsiTheme="majorHAnsi" w:cs="Tahoma"/>
        </w:rPr>
        <w:br/>
      </w:r>
      <w:r w:rsidRPr="001E6792">
        <w:rPr>
          <w:rFonts w:asciiTheme="majorHAnsi" w:hAnsiTheme="majorHAnsi" w:cs="Tahoma"/>
          <w:shd w:val="clear" w:color="auto" w:fill="FFFFFF"/>
        </w:rPr>
        <w:t>Žádáme zadavatele o vysvětlení tohoto rozporu.</w:t>
      </w:r>
    </w:p>
    <w:p w14:paraId="181431FC" w14:textId="77777777" w:rsidR="000E72A0" w:rsidRPr="001E6792" w:rsidRDefault="000E72A0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59CE57A7" w14:textId="77777777" w:rsidR="000E72A0" w:rsidRPr="001E6792" w:rsidRDefault="000E72A0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bookmarkStart w:id="1" w:name="_Hlk182289453"/>
      <w:r w:rsidRPr="001E679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bookmarkEnd w:id="1"/>
    <w:p w14:paraId="1DE8EADC" w14:textId="77777777" w:rsidR="00DC05EE" w:rsidRPr="001E6792" w:rsidRDefault="00DC05EE" w:rsidP="001E679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1E6792">
        <w:rPr>
          <w:rFonts w:asciiTheme="majorHAnsi" w:eastAsia="Calibri" w:hAnsiTheme="majorHAnsi" w:cs="Times New Roman"/>
          <w:bCs/>
          <w:lang w:eastAsia="cs-CZ"/>
        </w:rPr>
        <w:t>V délce položky 89980 je zahrnuta délka prohlídky stávající výtlačné splaškové kanalizace i v rozsahu mimo navrženou přeložku, a to od ČS 2 až na ČOV, která byla požadována od správce výtlačné kanalizace (viz vyjádření – Č.J. COV 43/2023/ČOV/</w:t>
      </w:r>
      <w:proofErr w:type="spellStart"/>
      <w:r w:rsidRPr="001E6792">
        <w:rPr>
          <w:rFonts w:asciiTheme="majorHAnsi" w:eastAsia="Calibri" w:hAnsiTheme="majorHAnsi" w:cs="Times New Roman"/>
          <w:bCs/>
          <w:lang w:eastAsia="cs-CZ"/>
        </w:rPr>
        <w:t>TEi</w:t>
      </w:r>
      <w:proofErr w:type="spellEnd"/>
      <w:r w:rsidRPr="001E6792">
        <w:rPr>
          <w:rFonts w:asciiTheme="majorHAnsi" w:eastAsia="Calibri" w:hAnsiTheme="majorHAnsi" w:cs="Times New Roman"/>
          <w:bCs/>
          <w:lang w:eastAsia="cs-CZ"/>
        </w:rPr>
        <w:t>, SP.ZN. 52.2 V5). Vodovodní potrubí v položce 89980 není započteno, neboť u vodovodního potrubí je navržena tlaková zkouška.</w:t>
      </w:r>
    </w:p>
    <w:p w14:paraId="5FCDCDE5" w14:textId="5DEAB462" w:rsidR="000E72A0" w:rsidRPr="001E6792" w:rsidRDefault="000E72A0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1016F3F6" w14:textId="77777777" w:rsidR="00270AF5" w:rsidRPr="001E6792" w:rsidRDefault="00270AF5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15439D00" w14:textId="316CC3DC" w:rsidR="00270AF5" w:rsidRPr="001E6792" w:rsidRDefault="00270AF5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E6792">
        <w:rPr>
          <w:rFonts w:asciiTheme="majorHAnsi" w:eastAsia="Calibri" w:hAnsiTheme="majorHAnsi" w:cs="Times New Roman"/>
          <w:b/>
          <w:lang w:eastAsia="cs-CZ"/>
        </w:rPr>
        <w:t>Dotaz č. 81:</w:t>
      </w:r>
    </w:p>
    <w:p w14:paraId="6A1D046B" w14:textId="77777777" w:rsidR="00270AF5" w:rsidRPr="001E6792" w:rsidRDefault="00270AF5" w:rsidP="001E6792">
      <w:pPr>
        <w:spacing w:after="0"/>
        <w:rPr>
          <w:rFonts w:asciiTheme="majorHAnsi" w:hAnsiTheme="majorHAnsi"/>
        </w:rPr>
      </w:pPr>
      <w:r w:rsidRPr="001E6792">
        <w:rPr>
          <w:rFonts w:asciiTheme="majorHAnsi" w:hAnsiTheme="majorHAnsi"/>
        </w:rPr>
        <w:t>Soupis prací obsahuje položky:</w:t>
      </w:r>
    </w:p>
    <w:p w14:paraId="763F5B5A" w14:textId="5B1131E1" w:rsidR="00270AF5" w:rsidRDefault="00270AF5" w:rsidP="001E6792">
      <w:pPr>
        <w:spacing w:after="0"/>
        <w:rPr>
          <w:rFonts w:asciiTheme="majorHAnsi" w:hAnsiTheme="majorHAnsi"/>
        </w:rPr>
      </w:pPr>
      <w:r w:rsidRPr="001E6792">
        <w:rPr>
          <w:rFonts w:asciiTheme="majorHAnsi" w:hAnsiTheme="majorHAnsi"/>
        </w:rPr>
        <w:t>SO 01-27-02:</w:t>
      </w:r>
    </w:p>
    <w:p w14:paraId="3DB35A28" w14:textId="77777777" w:rsidR="001E6792" w:rsidRPr="001E6792" w:rsidRDefault="001E6792" w:rsidP="001E6792">
      <w:pPr>
        <w:spacing w:after="0"/>
        <w:rPr>
          <w:rFonts w:asciiTheme="majorHAnsi" w:hAnsiTheme="majorHAnsi"/>
        </w:rPr>
      </w:pPr>
    </w:p>
    <w:p w14:paraId="656BA4FE" w14:textId="77777777" w:rsidR="00270AF5" w:rsidRPr="001E6792" w:rsidRDefault="00270AF5" w:rsidP="001E6792">
      <w:pPr>
        <w:spacing w:after="0"/>
        <w:rPr>
          <w:rFonts w:asciiTheme="majorHAnsi" w:hAnsiTheme="majorHAnsi"/>
        </w:rPr>
      </w:pPr>
      <w:r w:rsidRPr="001E6792">
        <w:rPr>
          <w:rFonts w:asciiTheme="majorHAnsi" w:hAnsiTheme="majorHAnsi"/>
          <w:noProof/>
          <w:lang w:eastAsia="cs-CZ"/>
        </w:rPr>
        <w:drawing>
          <wp:inline distT="0" distB="0" distL="0" distR="0" wp14:anchorId="2543BFD5" wp14:editId="3323163C">
            <wp:extent cx="5760720" cy="815975"/>
            <wp:effectExtent l="0" t="0" r="11430" b="3175"/>
            <wp:docPr id="20223329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589CC" w14:textId="77777777" w:rsidR="00270AF5" w:rsidRPr="001E6792" w:rsidRDefault="00270AF5" w:rsidP="001E6792">
      <w:pPr>
        <w:spacing w:after="0"/>
        <w:rPr>
          <w:rFonts w:asciiTheme="majorHAnsi" w:hAnsiTheme="majorHAnsi"/>
        </w:rPr>
      </w:pPr>
    </w:p>
    <w:p w14:paraId="0123F240" w14:textId="77777777" w:rsidR="001E6792" w:rsidRDefault="001E6792" w:rsidP="001E6792">
      <w:pPr>
        <w:spacing w:after="0"/>
        <w:rPr>
          <w:rFonts w:asciiTheme="majorHAnsi" w:hAnsiTheme="majorHAnsi"/>
        </w:rPr>
      </w:pPr>
    </w:p>
    <w:p w14:paraId="02A45C09" w14:textId="6D0C04E0" w:rsidR="00270AF5" w:rsidRPr="001E6792" w:rsidRDefault="00270AF5" w:rsidP="001E6792">
      <w:pPr>
        <w:spacing w:after="0"/>
        <w:rPr>
          <w:rFonts w:asciiTheme="majorHAnsi" w:hAnsiTheme="majorHAnsi"/>
        </w:rPr>
      </w:pPr>
      <w:r w:rsidRPr="001E6792">
        <w:rPr>
          <w:rFonts w:asciiTheme="majorHAnsi" w:hAnsiTheme="majorHAnsi"/>
        </w:rPr>
        <w:t>SO 01-27-03:</w:t>
      </w:r>
    </w:p>
    <w:p w14:paraId="766B81BC" w14:textId="77777777" w:rsidR="00270AF5" w:rsidRPr="001E6792" w:rsidRDefault="00270AF5" w:rsidP="001E6792">
      <w:pPr>
        <w:spacing w:after="0"/>
        <w:rPr>
          <w:rFonts w:asciiTheme="majorHAnsi" w:hAnsiTheme="majorHAnsi"/>
        </w:rPr>
      </w:pPr>
    </w:p>
    <w:p w14:paraId="155CF98B" w14:textId="77777777" w:rsidR="00270AF5" w:rsidRPr="001E6792" w:rsidRDefault="00270AF5" w:rsidP="001E6792">
      <w:pPr>
        <w:spacing w:after="0"/>
        <w:rPr>
          <w:rFonts w:asciiTheme="majorHAnsi" w:hAnsiTheme="majorHAnsi"/>
        </w:rPr>
      </w:pPr>
      <w:r w:rsidRPr="001E6792">
        <w:rPr>
          <w:rFonts w:asciiTheme="majorHAnsi" w:hAnsiTheme="majorHAnsi"/>
          <w:noProof/>
          <w:lang w:eastAsia="cs-CZ"/>
        </w:rPr>
        <w:drawing>
          <wp:inline distT="0" distB="0" distL="0" distR="0" wp14:anchorId="6418DD0D" wp14:editId="28E53316">
            <wp:extent cx="5760720" cy="478790"/>
            <wp:effectExtent l="0" t="0" r="11430" b="16510"/>
            <wp:docPr id="883587140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792">
        <w:rPr>
          <w:rFonts w:asciiTheme="majorHAnsi" w:hAnsiTheme="majorHAnsi"/>
        </w:rPr>
        <w:t> </w:t>
      </w:r>
    </w:p>
    <w:p w14:paraId="3BCFFB63" w14:textId="34A29761" w:rsidR="00270AF5" w:rsidRPr="001E6792" w:rsidRDefault="00270AF5" w:rsidP="001E6792">
      <w:pPr>
        <w:spacing w:after="0"/>
        <w:jc w:val="both"/>
        <w:rPr>
          <w:rFonts w:asciiTheme="majorHAnsi" w:hAnsiTheme="majorHAnsi"/>
        </w:rPr>
      </w:pPr>
      <w:r w:rsidRPr="001E6792">
        <w:rPr>
          <w:rFonts w:asciiTheme="majorHAnsi" w:hAnsiTheme="majorHAnsi"/>
        </w:rPr>
        <w:t xml:space="preserve">U těchto předmětných položek chybí v TZ jakákoliv bližší informace o této sanaci, chybí přesná specifikace </w:t>
      </w:r>
      <w:proofErr w:type="spellStart"/>
      <w:r w:rsidRPr="001E6792">
        <w:rPr>
          <w:rFonts w:asciiTheme="majorHAnsi" w:hAnsiTheme="majorHAnsi"/>
        </w:rPr>
        <w:t>bezvýkopové</w:t>
      </w:r>
      <w:proofErr w:type="spellEnd"/>
      <w:r w:rsidRPr="001E6792">
        <w:rPr>
          <w:rFonts w:asciiTheme="majorHAnsi" w:hAnsiTheme="majorHAnsi"/>
        </w:rPr>
        <w:t xml:space="preserve"> metody sanace. Protože nelze položky jednoznačně ocenit, bude cena těchto položek těžko porovnatelná s ostatními uchazeči. Přitom se jedná o položky, jejichž ocenění je v řádech miliony korun. Prosíme Vás o bližší specifikaci opravy kanalizace tak, aby nabídky uchazečů byly porovnatelné. </w:t>
      </w:r>
    </w:p>
    <w:p w14:paraId="7F54CF73" w14:textId="77777777" w:rsidR="00270AF5" w:rsidRPr="001E6792" w:rsidRDefault="00270AF5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7837F7A" w14:textId="26BEC33D" w:rsidR="00270AF5" w:rsidRPr="001E6792" w:rsidRDefault="00270AF5" w:rsidP="001E679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E679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FB6456B" w14:textId="77777777" w:rsidR="0078014F" w:rsidRPr="001E6792" w:rsidRDefault="0078014F" w:rsidP="001E6792">
      <w:pPr>
        <w:spacing w:after="0"/>
        <w:rPr>
          <w:rFonts w:asciiTheme="majorHAnsi" w:hAnsiTheme="majorHAnsi"/>
        </w:rPr>
      </w:pPr>
      <w:r w:rsidRPr="001E6792">
        <w:rPr>
          <w:rFonts w:asciiTheme="majorHAnsi" w:hAnsiTheme="majorHAnsi"/>
        </w:rPr>
        <w:t>U sanací stávajících kanalizací je uvažováno s:</w:t>
      </w:r>
    </w:p>
    <w:p w14:paraId="3E921AF9" w14:textId="77777777" w:rsidR="0078014F" w:rsidRPr="001E6792" w:rsidRDefault="0078014F" w:rsidP="001E6792">
      <w:pPr>
        <w:pStyle w:val="Odstavecseseznamem"/>
        <w:numPr>
          <w:ilvl w:val="0"/>
          <w:numId w:val="9"/>
        </w:numPr>
        <w:spacing w:after="0"/>
        <w:contextualSpacing w:val="0"/>
        <w:rPr>
          <w:rFonts w:asciiTheme="majorHAnsi" w:hAnsiTheme="majorHAnsi"/>
        </w:rPr>
      </w:pPr>
      <w:r w:rsidRPr="001E6792">
        <w:rPr>
          <w:rFonts w:asciiTheme="majorHAnsi" w:hAnsiTheme="majorHAnsi"/>
        </w:rPr>
        <w:t>vyčištěním kanalizací a odstraněním veškerých překážek v potrubí,</w:t>
      </w:r>
    </w:p>
    <w:p w14:paraId="06219B1A" w14:textId="77777777" w:rsidR="0078014F" w:rsidRPr="001E6792" w:rsidRDefault="0078014F" w:rsidP="001E6792">
      <w:pPr>
        <w:pStyle w:val="Odstavecseseznamem"/>
        <w:numPr>
          <w:ilvl w:val="0"/>
          <w:numId w:val="9"/>
        </w:numPr>
        <w:spacing w:after="0"/>
        <w:contextualSpacing w:val="0"/>
        <w:rPr>
          <w:rFonts w:asciiTheme="majorHAnsi" w:hAnsiTheme="majorHAnsi"/>
        </w:rPr>
      </w:pPr>
      <w:r w:rsidRPr="001E6792">
        <w:rPr>
          <w:rFonts w:asciiTheme="majorHAnsi" w:hAnsiTheme="majorHAnsi"/>
        </w:rPr>
        <w:t>provedením kamerového průzkumu v celé délce uvažované sanace,</w:t>
      </w:r>
    </w:p>
    <w:p w14:paraId="5247E35A" w14:textId="77777777" w:rsidR="0078014F" w:rsidRPr="001E6792" w:rsidRDefault="0078014F" w:rsidP="001E6792">
      <w:pPr>
        <w:pStyle w:val="Odstavecseseznamem"/>
        <w:numPr>
          <w:ilvl w:val="0"/>
          <w:numId w:val="9"/>
        </w:numPr>
        <w:spacing w:after="0"/>
        <w:contextualSpacing w:val="0"/>
        <w:rPr>
          <w:rFonts w:asciiTheme="majorHAnsi" w:hAnsiTheme="majorHAnsi"/>
        </w:rPr>
      </w:pPr>
      <w:r w:rsidRPr="001E6792">
        <w:rPr>
          <w:rFonts w:asciiTheme="majorHAnsi" w:hAnsiTheme="majorHAnsi"/>
        </w:rPr>
        <w:t>opravy kanalizačního potrubí sanačním rukávcem – dlouhý sanační rukávec ze skelných vláken nasycený pryskyřicí,</w:t>
      </w:r>
    </w:p>
    <w:p w14:paraId="2AE9C24C" w14:textId="77777777" w:rsidR="0078014F" w:rsidRPr="001E6792" w:rsidRDefault="0078014F" w:rsidP="001E6792">
      <w:pPr>
        <w:pStyle w:val="Odstavecseseznamem"/>
        <w:numPr>
          <w:ilvl w:val="0"/>
          <w:numId w:val="9"/>
        </w:numPr>
        <w:spacing w:after="0"/>
        <w:contextualSpacing w:val="0"/>
        <w:rPr>
          <w:rFonts w:asciiTheme="majorHAnsi" w:hAnsiTheme="majorHAnsi"/>
        </w:rPr>
      </w:pPr>
      <w:r w:rsidRPr="001E6792">
        <w:rPr>
          <w:rFonts w:asciiTheme="majorHAnsi" w:hAnsiTheme="majorHAnsi"/>
        </w:rPr>
        <w:t>sanací šachet – vyspravení den šachet a výměna vstupních komínů,</w:t>
      </w:r>
    </w:p>
    <w:p w14:paraId="64CFA5D7" w14:textId="77777777" w:rsidR="0078014F" w:rsidRPr="001E6792" w:rsidRDefault="0078014F" w:rsidP="001E6792">
      <w:pPr>
        <w:pStyle w:val="Odstavecseseznamem"/>
        <w:numPr>
          <w:ilvl w:val="0"/>
          <w:numId w:val="9"/>
        </w:numPr>
        <w:spacing w:after="0"/>
        <w:contextualSpacing w:val="0"/>
        <w:rPr>
          <w:rFonts w:asciiTheme="majorHAnsi" w:hAnsiTheme="majorHAnsi"/>
        </w:rPr>
      </w:pPr>
      <w:r w:rsidRPr="001E6792">
        <w:rPr>
          <w:rFonts w:asciiTheme="majorHAnsi" w:hAnsiTheme="majorHAnsi"/>
        </w:rPr>
        <w:t>obetonováním potrubí – uvažována min. tl.0,2m,</w:t>
      </w:r>
    </w:p>
    <w:p w14:paraId="0D1A06D8" w14:textId="392BFCCC" w:rsidR="0078014F" w:rsidRPr="001E6792" w:rsidRDefault="0078014F" w:rsidP="001E6792">
      <w:pPr>
        <w:pStyle w:val="Odstavecseseznamem"/>
        <w:numPr>
          <w:ilvl w:val="0"/>
          <w:numId w:val="9"/>
        </w:numPr>
        <w:spacing w:after="0"/>
        <w:contextualSpacing w:val="0"/>
        <w:rPr>
          <w:rFonts w:asciiTheme="majorHAnsi" w:hAnsiTheme="majorHAnsi"/>
        </w:rPr>
      </w:pPr>
      <w:r w:rsidRPr="001E6792">
        <w:rPr>
          <w:rFonts w:asciiTheme="majorHAnsi" w:hAnsiTheme="majorHAnsi"/>
        </w:rPr>
        <w:t>položením panelů nad kanalizacemi uloženými v komunikacích – uvažovány silniční panely tl.0,18m, s přesahem min. 2 m od osy potrubí, uloženy na pískové lože tl.0,3mm.</w:t>
      </w:r>
    </w:p>
    <w:p w14:paraId="678E0223" w14:textId="497BA4FC" w:rsidR="0078014F" w:rsidRPr="001E6792" w:rsidRDefault="0078014F" w:rsidP="001E6792">
      <w:pPr>
        <w:spacing w:after="0"/>
        <w:rPr>
          <w:rFonts w:asciiTheme="majorHAnsi" w:hAnsiTheme="majorHAnsi"/>
        </w:rPr>
      </w:pPr>
    </w:p>
    <w:p w14:paraId="7AFF692B" w14:textId="05B422D3" w:rsidR="0078014F" w:rsidRPr="001E6792" w:rsidRDefault="0078014F" w:rsidP="001E6792">
      <w:pPr>
        <w:spacing w:after="0"/>
        <w:rPr>
          <w:rFonts w:asciiTheme="majorHAnsi" w:hAnsiTheme="majorHAnsi"/>
        </w:rPr>
      </w:pPr>
      <w:r w:rsidRPr="001E6792">
        <w:rPr>
          <w:rFonts w:asciiTheme="majorHAnsi" w:hAnsiTheme="majorHAnsi"/>
        </w:rPr>
        <w:t>U SO 01-27-02 byl upraven popis položky č.114, u SO 01-27-03 byl upraven popis položky č.70.</w:t>
      </w:r>
    </w:p>
    <w:p w14:paraId="1932C222" w14:textId="415DC5F6" w:rsidR="0078014F" w:rsidRPr="001E6792" w:rsidRDefault="0078014F" w:rsidP="001E6792">
      <w:pPr>
        <w:spacing w:after="0"/>
        <w:rPr>
          <w:rFonts w:asciiTheme="majorHAnsi" w:hAnsiTheme="majorHAnsi"/>
          <w:b/>
        </w:rPr>
      </w:pPr>
      <w:r w:rsidRPr="001E6792">
        <w:rPr>
          <w:rFonts w:asciiTheme="majorHAnsi" w:hAnsiTheme="majorHAnsi"/>
          <w:b/>
        </w:rPr>
        <w:t>Byl upraven soupis prací SO 01-27-02.</w:t>
      </w:r>
    </w:p>
    <w:p w14:paraId="31605686" w14:textId="43D8214F" w:rsidR="0078014F" w:rsidRPr="001E6792" w:rsidRDefault="0078014F" w:rsidP="001E6792">
      <w:pPr>
        <w:spacing w:after="0"/>
        <w:rPr>
          <w:rFonts w:asciiTheme="majorHAnsi" w:hAnsiTheme="majorHAnsi"/>
          <w:b/>
        </w:rPr>
      </w:pPr>
      <w:r w:rsidRPr="001E6792">
        <w:rPr>
          <w:rFonts w:asciiTheme="majorHAnsi" w:hAnsiTheme="majorHAnsi"/>
          <w:b/>
        </w:rPr>
        <w:t>Byl upraven soupis prací SO 01-27-03.</w:t>
      </w:r>
    </w:p>
    <w:p w14:paraId="4FA639D5" w14:textId="12EB4AFD" w:rsidR="000E72A0" w:rsidRPr="001E6792" w:rsidRDefault="000E72A0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67A888E6" w14:textId="41AAD8FD" w:rsidR="00270AF5" w:rsidRPr="001E6792" w:rsidRDefault="00270AF5" w:rsidP="001E6792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</w:p>
    <w:p w14:paraId="5E91DFB9" w14:textId="1AFB338C" w:rsidR="00DC05EE" w:rsidRPr="001E6792" w:rsidRDefault="00645C2E" w:rsidP="001E6792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1E6792">
        <w:rPr>
          <w:rFonts w:asciiTheme="majorHAnsi" w:eastAsia="Calibri" w:hAnsiTheme="majorHAnsi" w:cs="Times New Roman"/>
          <w:b/>
          <w:bCs/>
          <w:lang w:eastAsia="cs-CZ"/>
        </w:rPr>
        <w:t>Zadavatel dále nad rámec dotazů uchazečů podává následující doplnění zadávací dokumentace:</w:t>
      </w:r>
    </w:p>
    <w:p w14:paraId="46488CA8" w14:textId="77777777" w:rsidR="00645C2E" w:rsidRPr="001E6792" w:rsidRDefault="00645C2E" w:rsidP="001E6792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</w:p>
    <w:p w14:paraId="5A3569D3" w14:textId="77777777" w:rsidR="0030221E" w:rsidRPr="001E6792" w:rsidRDefault="0030221E" w:rsidP="001E6792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1E6792">
        <w:rPr>
          <w:rFonts w:asciiTheme="majorHAnsi" w:eastAsia="Calibri" w:hAnsiTheme="majorHAnsi" w:cs="Times New Roman"/>
          <w:b/>
          <w:bCs/>
          <w:lang w:eastAsia="cs-CZ"/>
        </w:rPr>
        <w:t xml:space="preserve">SO 01-19-04 Nájezdové rampy k podjezdu v km 245,004 trati </w:t>
      </w:r>
      <w:proofErr w:type="gramStart"/>
      <w:r w:rsidRPr="001E6792">
        <w:rPr>
          <w:rFonts w:asciiTheme="majorHAnsi" w:eastAsia="Calibri" w:hAnsiTheme="majorHAnsi" w:cs="Times New Roman"/>
          <w:b/>
          <w:bCs/>
          <w:lang w:eastAsia="cs-CZ"/>
        </w:rPr>
        <w:t>Přerov - Bohumín</w:t>
      </w:r>
      <w:proofErr w:type="gramEnd"/>
    </w:p>
    <w:p w14:paraId="30CABC48" w14:textId="5FD77A98" w:rsidR="0030221E" w:rsidRPr="001E6792" w:rsidRDefault="0030221E" w:rsidP="001E679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1E6792">
        <w:rPr>
          <w:rFonts w:asciiTheme="majorHAnsi" w:eastAsia="Calibri" w:hAnsiTheme="majorHAnsi" w:cs="Times New Roman"/>
          <w:bCs/>
          <w:lang w:eastAsia="cs-CZ"/>
        </w:rPr>
        <w:t xml:space="preserve">V projektové dokumentaci je uvažováno s vložením tuhé ocelové výztuže z trubek </w:t>
      </w:r>
      <w:proofErr w:type="spellStart"/>
      <w:r w:rsidRPr="001E6792">
        <w:rPr>
          <w:rFonts w:asciiTheme="majorHAnsi" w:eastAsia="Calibri" w:hAnsiTheme="majorHAnsi" w:cs="Times New Roman"/>
          <w:bCs/>
          <w:lang w:eastAsia="cs-CZ"/>
        </w:rPr>
        <w:t>Tr</w:t>
      </w:r>
      <w:proofErr w:type="spellEnd"/>
      <w:r w:rsidRPr="001E6792">
        <w:rPr>
          <w:rFonts w:asciiTheme="majorHAnsi" w:eastAsia="Calibri" w:hAnsiTheme="majorHAnsi" w:cs="Times New Roman"/>
          <w:bCs/>
          <w:lang w:eastAsia="cs-CZ"/>
        </w:rPr>
        <w:t xml:space="preserve"> 108x16 nebo </w:t>
      </w:r>
      <w:proofErr w:type="spellStart"/>
      <w:r w:rsidRPr="001E6792">
        <w:rPr>
          <w:rFonts w:asciiTheme="majorHAnsi" w:eastAsia="Calibri" w:hAnsiTheme="majorHAnsi" w:cs="Times New Roman"/>
          <w:bCs/>
          <w:lang w:eastAsia="cs-CZ"/>
        </w:rPr>
        <w:t>armokoše</w:t>
      </w:r>
      <w:proofErr w:type="spellEnd"/>
      <w:r w:rsidRPr="001E6792">
        <w:rPr>
          <w:rFonts w:asciiTheme="majorHAnsi" w:eastAsia="Calibri" w:hAnsiTheme="majorHAnsi" w:cs="Times New Roman"/>
          <w:bCs/>
          <w:lang w:eastAsia="cs-CZ"/>
        </w:rPr>
        <w:t xml:space="preserve"> do čerstvě provedených pilířů z tryskové injektáže. Na základně zkušeností nepůjde do čerstvě provedené </w:t>
      </w:r>
      <w:proofErr w:type="spellStart"/>
      <w:r w:rsidRPr="001E6792">
        <w:rPr>
          <w:rFonts w:asciiTheme="majorHAnsi" w:eastAsia="Calibri" w:hAnsiTheme="majorHAnsi" w:cs="Times New Roman"/>
          <w:bCs/>
          <w:lang w:eastAsia="cs-CZ"/>
        </w:rPr>
        <w:t>geokompozitní</w:t>
      </w:r>
      <w:proofErr w:type="spellEnd"/>
      <w:r w:rsidRPr="001E6792">
        <w:rPr>
          <w:rFonts w:asciiTheme="majorHAnsi" w:eastAsia="Calibri" w:hAnsiTheme="majorHAnsi" w:cs="Times New Roman"/>
          <w:bCs/>
          <w:lang w:eastAsia="cs-CZ"/>
        </w:rPr>
        <w:t xml:space="preserve"> směsi výztuž </w:t>
      </w:r>
      <w:proofErr w:type="gramStart"/>
      <w:r w:rsidRPr="001E6792">
        <w:rPr>
          <w:rFonts w:asciiTheme="majorHAnsi" w:eastAsia="Calibri" w:hAnsiTheme="majorHAnsi" w:cs="Times New Roman"/>
          <w:bCs/>
          <w:lang w:eastAsia="cs-CZ"/>
        </w:rPr>
        <w:t>vložit - to</w:t>
      </w:r>
      <w:proofErr w:type="gramEnd"/>
      <w:r w:rsidRPr="001E6792">
        <w:rPr>
          <w:rFonts w:asciiTheme="majorHAnsi" w:eastAsia="Calibri" w:hAnsiTheme="majorHAnsi" w:cs="Times New Roman"/>
          <w:bCs/>
          <w:lang w:eastAsia="cs-CZ"/>
        </w:rPr>
        <w:t xml:space="preserve"> především z důvodu výskytu mocné vrstvy </w:t>
      </w:r>
      <w:proofErr w:type="spellStart"/>
      <w:r w:rsidRPr="001E6792">
        <w:rPr>
          <w:rFonts w:asciiTheme="majorHAnsi" w:eastAsia="Calibri" w:hAnsiTheme="majorHAnsi" w:cs="Times New Roman"/>
          <w:bCs/>
          <w:lang w:eastAsia="cs-CZ"/>
        </w:rPr>
        <w:t>ulehlých</w:t>
      </w:r>
      <w:proofErr w:type="spellEnd"/>
      <w:r w:rsidRPr="001E6792">
        <w:rPr>
          <w:rFonts w:asciiTheme="majorHAnsi" w:eastAsia="Calibri" w:hAnsiTheme="majorHAnsi" w:cs="Times New Roman"/>
          <w:bCs/>
          <w:lang w:eastAsia="cs-CZ"/>
        </w:rPr>
        <w:t xml:space="preserve"> štěrků. Do zavadlého </w:t>
      </w:r>
      <w:proofErr w:type="spellStart"/>
      <w:r w:rsidRPr="001E6792">
        <w:rPr>
          <w:rFonts w:asciiTheme="majorHAnsi" w:eastAsia="Calibri" w:hAnsiTheme="majorHAnsi" w:cs="Times New Roman"/>
          <w:bCs/>
          <w:lang w:eastAsia="cs-CZ"/>
        </w:rPr>
        <w:t>geokompozitu</w:t>
      </w:r>
      <w:proofErr w:type="spellEnd"/>
      <w:r w:rsidRPr="001E6792">
        <w:rPr>
          <w:rFonts w:asciiTheme="majorHAnsi" w:eastAsia="Calibri" w:hAnsiTheme="majorHAnsi" w:cs="Times New Roman"/>
          <w:bCs/>
          <w:lang w:eastAsia="cs-CZ"/>
        </w:rPr>
        <w:t xml:space="preserve"> z tryskové injektáže (do pilíře) bude nutné provést vrt, vyplnit jej cementovou zálivkou a následně vložit výztuž.</w:t>
      </w:r>
      <w:r w:rsidR="007E16E1" w:rsidRPr="001E6792">
        <w:rPr>
          <w:rFonts w:asciiTheme="majorHAnsi" w:eastAsia="Calibri" w:hAnsiTheme="majorHAnsi" w:cs="Times New Roman"/>
          <w:bCs/>
          <w:lang w:eastAsia="cs-CZ"/>
        </w:rPr>
        <w:t xml:space="preserve"> </w:t>
      </w:r>
      <w:r w:rsidRPr="001E6792">
        <w:rPr>
          <w:rFonts w:asciiTheme="majorHAnsi" w:eastAsia="Calibri" w:hAnsiTheme="majorHAnsi" w:cs="Times New Roman"/>
          <w:bCs/>
          <w:lang w:eastAsia="cs-CZ"/>
        </w:rPr>
        <w:t xml:space="preserve">Z tohoto důvodu byly doplněny vrty a cementová zálivka pro osazení výztuže do pilířů z TI. </w:t>
      </w:r>
    </w:p>
    <w:p w14:paraId="52532DA9" w14:textId="00B46C1F" w:rsidR="00DC05EE" w:rsidRPr="001E6792" w:rsidRDefault="0030221E" w:rsidP="001E679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1E6792">
        <w:rPr>
          <w:rFonts w:asciiTheme="majorHAnsi" w:eastAsia="Calibri" w:hAnsiTheme="majorHAnsi" w:cs="Times New Roman"/>
          <w:bCs/>
          <w:lang w:eastAsia="cs-CZ"/>
        </w:rPr>
        <w:t xml:space="preserve">Do soupisu prací byla doplněna položka </w:t>
      </w:r>
      <w:r w:rsidR="007E16E1" w:rsidRPr="001E6792">
        <w:rPr>
          <w:rFonts w:asciiTheme="majorHAnsi" w:eastAsia="Calibri" w:hAnsiTheme="majorHAnsi" w:cs="Times New Roman"/>
          <w:bCs/>
          <w:lang w:eastAsia="cs-CZ"/>
        </w:rPr>
        <w:t>č.</w:t>
      </w:r>
      <w:r w:rsidR="00A55838" w:rsidRPr="001E6792">
        <w:rPr>
          <w:rFonts w:asciiTheme="majorHAnsi" w:eastAsia="Calibri" w:hAnsiTheme="majorHAnsi" w:cs="Times New Roman"/>
          <w:bCs/>
          <w:lang w:eastAsia="cs-CZ"/>
        </w:rPr>
        <w:t>51</w:t>
      </w:r>
      <w:r w:rsidRPr="001E6792">
        <w:rPr>
          <w:rFonts w:asciiTheme="majorHAnsi" w:eastAsia="Calibri" w:hAnsiTheme="majorHAnsi" w:cs="Times New Roman"/>
          <w:bCs/>
          <w:lang w:eastAsia="cs-CZ"/>
        </w:rPr>
        <w:t xml:space="preserve"> R26174 VRTY PRO KOTV, INJEKT, MIKROPIL NA POVR TR I A II D DO 200MM a položka </w:t>
      </w:r>
      <w:r w:rsidR="007E16E1" w:rsidRPr="001E6792">
        <w:rPr>
          <w:rFonts w:asciiTheme="majorHAnsi" w:eastAsia="Calibri" w:hAnsiTheme="majorHAnsi" w:cs="Times New Roman"/>
          <w:bCs/>
          <w:lang w:eastAsia="cs-CZ"/>
        </w:rPr>
        <w:t>č.</w:t>
      </w:r>
      <w:r w:rsidR="00A55838" w:rsidRPr="001E6792">
        <w:rPr>
          <w:rFonts w:asciiTheme="majorHAnsi" w:eastAsia="Calibri" w:hAnsiTheme="majorHAnsi" w:cs="Times New Roman"/>
          <w:bCs/>
          <w:lang w:eastAsia="cs-CZ"/>
        </w:rPr>
        <w:t>52</w:t>
      </w:r>
      <w:r w:rsidRPr="001E6792">
        <w:rPr>
          <w:rFonts w:asciiTheme="majorHAnsi" w:eastAsia="Calibri" w:hAnsiTheme="majorHAnsi" w:cs="Times New Roman"/>
          <w:bCs/>
          <w:lang w:eastAsia="cs-CZ"/>
        </w:rPr>
        <w:t xml:space="preserve"> 281451 INJEKTOVÁNÍ NÍZKOTLAKÉ Z CEMENTOVÉ MALTY NA POVRCHU. Byla upravena technická zpráva (kap. 5.5 a 5.6.1) a výkresová </w:t>
      </w:r>
      <w:r w:rsidR="007E16E1" w:rsidRPr="001E6792">
        <w:rPr>
          <w:rFonts w:asciiTheme="majorHAnsi" w:eastAsia="Calibri" w:hAnsiTheme="majorHAnsi" w:cs="Times New Roman"/>
          <w:bCs/>
          <w:lang w:eastAsia="cs-CZ"/>
        </w:rPr>
        <w:t>dokumentace</w:t>
      </w:r>
      <w:r w:rsidRPr="001E6792">
        <w:rPr>
          <w:rFonts w:asciiTheme="majorHAnsi" w:eastAsia="Calibri" w:hAnsiTheme="majorHAnsi" w:cs="Times New Roman"/>
          <w:bCs/>
          <w:lang w:eastAsia="cs-CZ"/>
        </w:rPr>
        <w:t xml:space="preserve"> 2.404.</w:t>
      </w:r>
    </w:p>
    <w:p w14:paraId="3F069901" w14:textId="202C2C61" w:rsidR="00DC05EE" w:rsidRPr="001E6792" w:rsidRDefault="00DC05EE" w:rsidP="001E679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</w:p>
    <w:p w14:paraId="22DFBDAC" w14:textId="40ED10A2" w:rsidR="0030221E" w:rsidRPr="001E6792" w:rsidRDefault="0030221E" w:rsidP="001E6792">
      <w:pPr>
        <w:spacing w:after="0"/>
        <w:jc w:val="both"/>
        <w:rPr>
          <w:rFonts w:asciiTheme="majorHAnsi" w:eastAsia="Times New Roman" w:hAnsiTheme="majorHAnsi"/>
        </w:rPr>
      </w:pPr>
      <w:proofErr w:type="spellStart"/>
      <w:r w:rsidRPr="001E6792">
        <w:rPr>
          <w:rFonts w:asciiTheme="majorHAnsi" w:eastAsia="Times New Roman" w:hAnsiTheme="majorHAnsi"/>
        </w:rPr>
        <w:t>Armokoš</w:t>
      </w:r>
      <w:proofErr w:type="spellEnd"/>
      <w:r w:rsidRPr="001E6792">
        <w:rPr>
          <w:rFonts w:asciiTheme="majorHAnsi" w:eastAsia="Times New Roman" w:hAnsiTheme="majorHAnsi"/>
        </w:rPr>
        <w:t xml:space="preserve">, který je navrženo vkládat do pilířů z TI o </w:t>
      </w:r>
      <w:r w:rsidR="007E16E1" w:rsidRPr="001E6792">
        <w:rPr>
          <w:rFonts w:asciiTheme="majorHAnsi" w:eastAsia="Times New Roman" w:hAnsiTheme="majorHAnsi"/>
        </w:rPr>
        <w:t>průměru</w:t>
      </w:r>
      <w:r w:rsidRPr="001E6792">
        <w:rPr>
          <w:rFonts w:asciiTheme="majorHAnsi" w:eastAsia="Times New Roman" w:hAnsiTheme="majorHAnsi"/>
        </w:rPr>
        <w:t xml:space="preserve"> </w:t>
      </w:r>
      <w:proofErr w:type="gramStart"/>
      <w:r w:rsidRPr="001E6792">
        <w:rPr>
          <w:rFonts w:asciiTheme="majorHAnsi" w:eastAsia="Times New Roman" w:hAnsiTheme="majorHAnsi"/>
        </w:rPr>
        <w:t>800mm</w:t>
      </w:r>
      <w:proofErr w:type="gramEnd"/>
      <w:r w:rsidRPr="001E6792">
        <w:rPr>
          <w:rFonts w:asciiTheme="majorHAnsi" w:eastAsia="Times New Roman" w:hAnsiTheme="majorHAnsi"/>
        </w:rPr>
        <w:t xml:space="preserve"> a </w:t>
      </w:r>
      <w:r w:rsidR="007E16E1" w:rsidRPr="001E6792">
        <w:rPr>
          <w:rFonts w:asciiTheme="majorHAnsi" w:eastAsia="Times New Roman" w:hAnsiTheme="majorHAnsi"/>
        </w:rPr>
        <w:t>který</w:t>
      </w:r>
      <w:r w:rsidRPr="001E6792">
        <w:rPr>
          <w:rFonts w:asciiTheme="majorHAnsi" w:eastAsia="Times New Roman" w:hAnsiTheme="majorHAnsi"/>
        </w:rPr>
        <w:t xml:space="preserve"> tak slouží pro uchycení/ukotveni konstrukce proti vztlaku vody, je </w:t>
      </w:r>
      <w:r w:rsidR="007E16E1" w:rsidRPr="001E6792">
        <w:rPr>
          <w:rFonts w:asciiTheme="majorHAnsi" w:eastAsia="Times New Roman" w:hAnsiTheme="majorHAnsi"/>
        </w:rPr>
        <w:t>vhodné</w:t>
      </w:r>
      <w:r w:rsidRPr="001E6792">
        <w:rPr>
          <w:rFonts w:asciiTheme="majorHAnsi" w:eastAsia="Times New Roman" w:hAnsiTheme="majorHAnsi"/>
        </w:rPr>
        <w:t xml:space="preserve"> </w:t>
      </w:r>
      <w:r w:rsidR="007E16E1" w:rsidRPr="001E6792">
        <w:rPr>
          <w:rFonts w:asciiTheme="majorHAnsi" w:eastAsia="Times New Roman" w:hAnsiTheme="majorHAnsi"/>
        </w:rPr>
        <w:t>dostatečné</w:t>
      </w:r>
      <w:r w:rsidRPr="001E6792">
        <w:rPr>
          <w:rFonts w:asciiTheme="majorHAnsi" w:eastAsia="Times New Roman" w:hAnsiTheme="majorHAnsi"/>
        </w:rPr>
        <w:t xml:space="preserve"> </w:t>
      </w:r>
      <w:r w:rsidR="007E16E1" w:rsidRPr="001E6792">
        <w:rPr>
          <w:rFonts w:asciiTheme="majorHAnsi" w:eastAsia="Times New Roman" w:hAnsiTheme="majorHAnsi"/>
        </w:rPr>
        <w:t>ochránit</w:t>
      </w:r>
      <w:r w:rsidRPr="001E6792">
        <w:rPr>
          <w:rFonts w:asciiTheme="majorHAnsi" w:eastAsia="Times New Roman" w:hAnsiTheme="majorHAnsi"/>
        </w:rPr>
        <w:t xml:space="preserve"> proti korozi - z toho </w:t>
      </w:r>
      <w:r w:rsidR="007E16E1" w:rsidRPr="001E6792">
        <w:rPr>
          <w:rFonts w:asciiTheme="majorHAnsi" w:eastAsia="Times New Roman" w:hAnsiTheme="majorHAnsi"/>
        </w:rPr>
        <w:t>důvodu</w:t>
      </w:r>
      <w:r w:rsidRPr="001E6792">
        <w:rPr>
          <w:rFonts w:asciiTheme="majorHAnsi" w:eastAsia="Times New Roman" w:hAnsiTheme="majorHAnsi"/>
        </w:rPr>
        <w:t xml:space="preserve"> byla </w:t>
      </w:r>
      <w:r w:rsidR="007E16E1" w:rsidRPr="001E6792">
        <w:rPr>
          <w:rFonts w:asciiTheme="majorHAnsi" w:eastAsia="Times New Roman" w:hAnsiTheme="majorHAnsi"/>
        </w:rPr>
        <w:t>doplněna</w:t>
      </w:r>
      <w:r w:rsidRPr="001E6792">
        <w:rPr>
          <w:rFonts w:asciiTheme="majorHAnsi" w:eastAsia="Times New Roman" w:hAnsiTheme="majorHAnsi"/>
        </w:rPr>
        <w:t xml:space="preserve"> </w:t>
      </w:r>
      <w:r w:rsidR="007E16E1" w:rsidRPr="001E6792">
        <w:rPr>
          <w:rFonts w:asciiTheme="majorHAnsi" w:eastAsia="Times New Roman" w:hAnsiTheme="majorHAnsi"/>
        </w:rPr>
        <w:t>plastová</w:t>
      </w:r>
      <w:r w:rsidRPr="001E6792">
        <w:rPr>
          <w:rFonts w:asciiTheme="majorHAnsi" w:eastAsia="Times New Roman" w:hAnsiTheme="majorHAnsi"/>
        </w:rPr>
        <w:t xml:space="preserve"> </w:t>
      </w:r>
      <w:proofErr w:type="spellStart"/>
      <w:r w:rsidRPr="001E6792">
        <w:rPr>
          <w:rFonts w:asciiTheme="majorHAnsi" w:eastAsia="Times New Roman" w:hAnsiTheme="majorHAnsi"/>
        </w:rPr>
        <w:t>korugovan</w:t>
      </w:r>
      <w:r w:rsidR="001E6792" w:rsidRPr="001E6792">
        <w:rPr>
          <w:rFonts w:asciiTheme="majorHAnsi" w:eastAsia="Times New Roman" w:hAnsiTheme="majorHAnsi"/>
        </w:rPr>
        <w:t>á</w:t>
      </w:r>
      <w:proofErr w:type="spellEnd"/>
      <w:r w:rsidRPr="001E6792">
        <w:rPr>
          <w:rFonts w:asciiTheme="majorHAnsi" w:eastAsia="Times New Roman" w:hAnsiTheme="majorHAnsi"/>
        </w:rPr>
        <w:t xml:space="preserve"> </w:t>
      </w:r>
      <w:r w:rsidR="007E16E1" w:rsidRPr="001E6792">
        <w:rPr>
          <w:rFonts w:asciiTheme="majorHAnsi" w:eastAsia="Times New Roman" w:hAnsiTheme="majorHAnsi"/>
        </w:rPr>
        <w:t>chránička</w:t>
      </w:r>
      <w:r w:rsidRPr="001E6792">
        <w:rPr>
          <w:rFonts w:asciiTheme="majorHAnsi" w:eastAsia="Times New Roman" w:hAnsiTheme="majorHAnsi"/>
        </w:rPr>
        <w:t xml:space="preserve">, do </w:t>
      </w:r>
      <w:r w:rsidR="007E16E1" w:rsidRPr="001E6792">
        <w:rPr>
          <w:rFonts w:asciiTheme="majorHAnsi" w:eastAsia="Times New Roman" w:hAnsiTheme="majorHAnsi"/>
        </w:rPr>
        <w:t>které</w:t>
      </w:r>
      <w:r w:rsidRPr="001E6792">
        <w:rPr>
          <w:rFonts w:asciiTheme="majorHAnsi" w:eastAsia="Times New Roman" w:hAnsiTheme="majorHAnsi"/>
        </w:rPr>
        <w:t xml:space="preserve"> bude </w:t>
      </w:r>
      <w:proofErr w:type="spellStart"/>
      <w:r w:rsidRPr="001E6792">
        <w:rPr>
          <w:rFonts w:asciiTheme="majorHAnsi" w:eastAsia="Times New Roman" w:hAnsiTheme="majorHAnsi"/>
        </w:rPr>
        <w:t>armoko</w:t>
      </w:r>
      <w:r w:rsidR="007E16E1" w:rsidRPr="001E6792">
        <w:rPr>
          <w:rFonts w:asciiTheme="majorHAnsi" w:eastAsia="Times New Roman" w:hAnsiTheme="majorHAnsi"/>
        </w:rPr>
        <w:t>š</w:t>
      </w:r>
      <w:proofErr w:type="spellEnd"/>
      <w:r w:rsidRPr="001E6792">
        <w:rPr>
          <w:rFonts w:asciiTheme="majorHAnsi" w:eastAsia="Times New Roman" w:hAnsiTheme="majorHAnsi"/>
        </w:rPr>
        <w:t xml:space="preserve"> </w:t>
      </w:r>
      <w:r w:rsidR="007E16E1" w:rsidRPr="001E6792">
        <w:rPr>
          <w:rFonts w:asciiTheme="majorHAnsi" w:eastAsia="Times New Roman" w:hAnsiTheme="majorHAnsi"/>
        </w:rPr>
        <w:t>umístěn</w:t>
      </w:r>
      <w:r w:rsidRPr="001E6792">
        <w:rPr>
          <w:rFonts w:asciiTheme="majorHAnsi" w:eastAsia="Times New Roman" w:hAnsiTheme="majorHAnsi"/>
        </w:rPr>
        <w:t xml:space="preserve"> (analogie k </w:t>
      </w:r>
      <w:r w:rsidR="007E16E1" w:rsidRPr="001E6792">
        <w:rPr>
          <w:rFonts w:asciiTheme="majorHAnsi" w:eastAsia="Times New Roman" w:hAnsiTheme="majorHAnsi"/>
        </w:rPr>
        <w:t>protikorozní</w:t>
      </w:r>
      <w:r w:rsidRPr="001E6792">
        <w:rPr>
          <w:rFonts w:asciiTheme="majorHAnsi" w:eastAsia="Times New Roman" w:hAnsiTheme="majorHAnsi"/>
        </w:rPr>
        <w:t xml:space="preserve"> </w:t>
      </w:r>
      <w:r w:rsidR="007E16E1" w:rsidRPr="001E6792">
        <w:rPr>
          <w:rFonts w:asciiTheme="majorHAnsi" w:eastAsia="Times New Roman" w:hAnsiTheme="majorHAnsi"/>
        </w:rPr>
        <w:t>ochraně</w:t>
      </w:r>
      <w:r w:rsidRPr="001E6792">
        <w:rPr>
          <w:rFonts w:asciiTheme="majorHAnsi" w:eastAsia="Times New Roman" w:hAnsiTheme="majorHAnsi"/>
        </w:rPr>
        <w:t xml:space="preserve"> </w:t>
      </w:r>
      <w:r w:rsidR="007E16E1" w:rsidRPr="001E6792">
        <w:rPr>
          <w:rFonts w:asciiTheme="majorHAnsi" w:eastAsia="Times New Roman" w:hAnsiTheme="majorHAnsi"/>
        </w:rPr>
        <w:t>trvalých</w:t>
      </w:r>
      <w:r w:rsidRPr="001E6792">
        <w:rPr>
          <w:rFonts w:asciiTheme="majorHAnsi" w:eastAsia="Times New Roman" w:hAnsiTheme="majorHAnsi"/>
        </w:rPr>
        <w:t xml:space="preserve"> </w:t>
      </w:r>
      <w:r w:rsidR="007E16E1" w:rsidRPr="001E6792">
        <w:rPr>
          <w:rFonts w:asciiTheme="majorHAnsi" w:eastAsia="Times New Roman" w:hAnsiTheme="majorHAnsi"/>
        </w:rPr>
        <w:t>horninových</w:t>
      </w:r>
      <w:r w:rsidRPr="001E6792">
        <w:rPr>
          <w:rFonts w:asciiTheme="majorHAnsi" w:eastAsia="Times New Roman" w:hAnsiTheme="majorHAnsi"/>
        </w:rPr>
        <w:t xml:space="preserve"> kotev. Proto, aby bylo </w:t>
      </w:r>
      <w:r w:rsidR="007E16E1" w:rsidRPr="001E6792">
        <w:rPr>
          <w:rFonts w:asciiTheme="majorHAnsi" w:eastAsia="Times New Roman" w:hAnsiTheme="majorHAnsi"/>
        </w:rPr>
        <w:t>možné</w:t>
      </w:r>
      <w:r w:rsidRPr="001E6792">
        <w:rPr>
          <w:rFonts w:asciiTheme="majorHAnsi" w:eastAsia="Times New Roman" w:hAnsiTheme="majorHAnsi"/>
        </w:rPr>
        <w:t xml:space="preserve"> </w:t>
      </w:r>
      <w:proofErr w:type="spellStart"/>
      <w:r w:rsidRPr="001E6792">
        <w:rPr>
          <w:rFonts w:asciiTheme="majorHAnsi" w:eastAsia="Times New Roman" w:hAnsiTheme="majorHAnsi"/>
        </w:rPr>
        <w:t>armoko</w:t>
      </w:r>
      <w:r w:rsidR="007E16E1" w:rsidRPr="001E6792">
        <w:rPr>
          <w:rFonts w:asciiTheme="majorHAnsi" w:eastAsia="Times New Roman" w:hAnsiTheme="majorHAnsi"/>
        </w:rPr>
        <w:t>š</w:t>
      </w:r>
      <w:proofErr w:type="spellEnd"/>
      <w:r w:rsidRPr="001E6792">
        <w:rPr>
          <w:rFonts w:asciiTheme="majorHAnsi" w:eastAsia="Times New Roman" w:hAnsiTheme="majorHAnsi"/>
        </w:rPr>
        <w:t xml:space="preserve"> </w:t>
      </w:r>
      <w:r w:rsidR="007E16E1" w:rsidRPr="001E6792">
        <w:rPr>
          <w:rFonts w:asciiTheme="majorHAnsi" w:eastAsia="Times New Roman" w:hAnsiTheme="majorHAnsi"/>
        </w:rPr>
        <w:t>vložit</w:t>
      </w:r>
      <w:r w:rsidRPr="001E6792">
        <w:rPr>
          <w:rFonts w:asciiTheme="majorHAnsi" w:eastAsia="Times New Roman" w:hAnsiTheme="majorHAnsi"/>
        </w:rPr>
        <w:t xml:space="preserve"> do teto </w:t>
      </w:r>
      <w:r w:rsidR="007E16E1" w:rsidRPr="001E6792">
        <w:rPr>
          <w:rFonts w:asciiTheme="majorHAnsi" w:eastAsia="Times New Roman" w:hAnsiTheme="majorHAnsi"/>
        </w:rPr>
        <w:t>chráničky</w:t>
      </w:r>
      <w:r w:rsidRPr="001E6792">
        <w:rPr>
          <w:rFonts w:asciiTheme="majorHAnsi" w:eastAsia="Times New Roman" w:hAnsiTheme="majorHAnsi"/>
        </w:rPr>
        <w:t xml:space="preserve">, bylo </w:t>
      </w:r>
      <w:r w:rsidR="007E16E1" w:rsidRPr="001E6792">
        <w:rPr>
          <w:rFonts w:asciiTheme="majorHAnsi" w:eastAsia="Times New Roman" w:hAnsiTheme="majorHAnsi"/>
        </w:rPr>
        <w:t>také</w:t>
      </w:r>
      <w:r w:rsidRPr="001E6792">
        <w:rPr>
          <w:rFonts w:asciiTheme="majorHAnsi" w:eastAsia="Times New Roman" w:hAnsiTheme="majorHAnsi"/>
        </w:rPr>
        <w:t xml:space="preserve"> </w:t>
      </w:r>
      <w:r w:rsidR="007E16E1" w:rsidRPr="001E6792">
        <w:rPr>
          <w:rFonts w:asciiTheme="majorHAnsi" w:eastAsia="Times New Roman" w:hAnsiTheme="majorHAnsi"/>
        </w:rPr>
        <w:t>nutné</w:t>
      </w:r>
      <w:r w:rsidRPr="001E6792">
        <w:rPr>
          <w:rFonts w:asciiTheme="majorHAnsi" w:eastAsia="Times New Roman" w:hAnsiTheme="majorHAnsi"/>
        </w:rPr>
        <w:t xml:space="preserve"> upravit jeho </w:t>
      </w:r>
      <w:r w:rsidR="007E16E1" w:rsidRPr="001E6792">
        <w:rPr>
          <w:rFonts w:asciiTheme="majorHAnsi" w:eastAsia="Times New Roman" w:hAnsiTheme="majorHAnsi"/>
        </w:rPr>
        <w:t>průměr</w:t>
      </w:r>
      <w:r w:rsidRPr="001E6792">
        <w:rPr>
          <w:rFonts w:asciiTheme="majorHAnsi" w:eastAsia="Times New Roman" w:hAnsiTheme="majorHAnsi"/>
        </w:rPr>
        <w:t>. </w:t>
      </w:r>
    </w:p>
    <w:p w14:paraId="6FCA53BE" w14:textId="406677BE" w:rsidR="007E16E1" w:rsidRDefault="007E16E1" w:rsidP="001E6792">
      <w:pPr>
        <w:spacing w:after="0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1E6792">
        <w:rPr>
          <w:rFonts w:asciiTheme="majorHAnsi" w:eastAsia="Calibri" w:hAnsiTheme="majorHAnsi" w:cs="Times New Roman"/>
          <w:bCs/>
          <w:lang w:eastAsia="cs-CZ"/>
        </w:rPr>
        <w:t xml:space="preserve">Do soupisu </w:t>
      </w:r>
      <w:r w:rsidR="00A55838" w:rsidRPr="001E6792">
        <w:rPr>
          <w:rFonts w:asciiTheme="majorHAnsi" w:eastAsia="Calibri" w:hAnsiTheme="majorHAnsi" w:cs="Times New Roman"/>
          <w:bCs/>
          <w:lang w:eastAsia="cs-CZ"/>
        </w:rPr>
        <w:t>prací byla doplněna položka č.53</w:t>
      </w:r>
      <w:r w:rsidRPr="001E6792">
        <w:rPr>
          <w:rFonts w:asciiTheme="majorHAnsi" w:eastAsia="Calibri" w:hAnsiTheme="majorHAnsi" w:cs="Times New Roman"/>
          <w:bCs/>
          <w:lang w:eastAsia="cs-CZ"/>
        </w:rPr>
        <w:t xml:space="preserve"> 87634 CHRÁNIČKY Z TRUB PLASTOVÝCH DN DO 200MM a byla upravena položka č. 12 22436 VÝZTUŽ PILOT Z OCELI. Byla upravena technická zpráva (kap.5.6.1) a výkresová dokumentace 2.404</w:t>
      </w:r>
      <w:r w:rsidR="001E6792">
        <w:rPr>
          <w:rFonts w:asciiTheme="majorHAnsi" w:eastAsia="Calibri" w:hAnsiTheme="majorHAnsi" w:cs="Times New Roman"/>
          <w:bCs/>
          <w:lang w:eastAsia="cs-CZ"/>
        </w:rPr>
        <w:t>.</w:t>
      </w:r>
    </w:p>
    <w:p w14:paraId="360C81CD" w14:textId="77777777" w:rsidR="001E6792" w:rsidRPr="001E6792" w:rsidRDefault="001E6792" w:rsidP="001E6792">
      <w:pPr>
        <w:spacing w:after="0"/>
        <w:jc w:val="both"/>
        <w:rPr>
          <w:rFonts w:asciiTheme="majorHAnsi" w:eastAsia="Times New Roman" w:hAnsiTheme="majorHAnsi"/>
        </w:rPr>
      </w:pPr>
    </w:p>
    <w:p w14:paraId="17619031" w14:textId="16817B89" w:rsidR="007E16E1" w:rsidRPr="001E6792" w:rsidRDefault="007E16E1" w:rsidP="001E6792">
      <w:pPr>
        <w:spacing w:after="0"/>
        <w:jc w:val="both"/>
        <w:rPr>
          <w:rFonts w:asciiTheme="majorHAnsi" w:eastAsia="Times New Roman" w:hAnsiTheme="majorHAnsi"/>
        </w:rPr>
      </w:pPr>
      <w:r w:rsidRPr="001E6792">
        <w:rPr>
          <w:rFonts w:asciiTheme="majorHAnsi" w:eastAsia="Times New Roman" w:hAnsiTheme="majorHAnsi"/>
        </w:rPr>
        <w:t xml:space="preserve">Projekt obsahuje návrh dočasných pramenových horninových kotev se sklonem 10 stupňů. Při napínáni horninových kotev je nutné aplikovat minimální silu 50 </w:t>
      </w:r>
      <w:proofErr w:type="spellStart"/>
      <w:r w:rsidRPr="001E6792">
        <w:rPr>
          <w:rFonts w:asciiTheme="majorHAnsi" w:eastAsia="Times New Roman" w:hAnsiTheme="majorHAnsi"/>
        </w:rPr>
        <w:t>kN</w:t>
      </w:r>
      <w:proofErr w:type="spellEnd"/>
      <w:r w:rsidRPr="001E6792">
        <w:rPr>
          <w:rFonts w:asciiTheme="majorHAnsi" w:eastAsia="Times New Roman" w:hAnsiTheme="majorHAnsi"/>
        </w:rPr>
        <w:t xml:space="preserve"> na jedno lano a tuto skutečnost projekt nereflektoval</w:t>
      </w:r>
      <w:r w:rsidR="001E6792" w:rsidRPr="001E6792">
        <w:rPr>
          <w:rFonts w:asciiTheme="majorHAnsi" w:eastAsia="Times New Roman" w:hAnsiTheme="majorHAnsi"/>
        </w:rPr>
        <w:t>,</w:t>
      </w:r>
      <w:r w:rsidRPr="001E6792">
        <w:rPr>
          <w:rFonts w:asciiTheme="majorHAnsi" w:eastAsia="Times New Roman" w:hAnsiTheme="majorHAnsi"/>
        </w:rPr>
        <w:t xml:space="preserve"> a proto byl upraven sklon kotev z 10 stupňů na 20 a počet lan </w:t>
      </w:r>
      <w:r w:rsidRPr="001E6792">
        <w:rPr>
          <w:rFonts w:asciiTheme="majorHAnsi" w:eastAsia="Times New Roman" w:hAnsiTheme="majorHAnsi"/>
        </w:rPr>
        <w:lastRenderedPageBreak/>
        <w:t xml:space="preserve">ze 3 na 2 tak, aby bylo možné vyhovět prováděcí podmínce (min. </w:t>
      </w:r>
      <w:proofErr w:type="spellStart"/>
      <w:r w:rsidRPr="001E6792">
        <w:rPr>
          <w:rFonts w:asciiTheme="majorHAnsi" w:eastAsia="Times New Roman" w:hAnsiTheme="majorHAnsi"/>
        </w:rPr>
        <w:t>Predp</w:t>
      </w:r>
      <w:proofErr w:type="spellEnd"/>
      <w:r w:rsidRPr="001E6792">
        <w:rPr>
          <w:rFonts w:asciiTheme="majorHAnsi" w:eastAsia="Times New Roman" w:hAnsiTheme="majorHAnsi"/>
        </w:rPr>
        <w:t xml:space="preserve">. sila 50 </w:t>
      </w:r>
      <w:proofErr w:type="spellStart"/>
      <w:r w:rsidRPr="001E6792">
        <w:rPr>
          <w:rFonts w:asciiTheme="majorHAnsi" w:eastAsia="Times New Roman" w:hAnsiTheme="majorHAnsi"/>
        </w:rPr>
        <w:t>kN</w:t>
      </w:r>
      <w:proofErr w:type="spellEnd"/>
      <w:r w:rsidRPr="001E6792">
        <w:rPr>
          <w:rFonts w:asciiTheme="majorHAnsi" w:eastAsia="Times New Roman" w:hAnsiTheme="majorHAnsi"/>
        </w:rPr>
        <w:t xml:space="preserve"> na jedno lano).</w:t>
      </w:r>
      <w:r w:rsidRPr="001E6792">
        <w:rPr>
          <w:rFonts w:asciiTheme="majorHAnsi" w:eastAsia="Calibri" w:hAnsiTheme="majorHAnsi" w:cs="Times New Roman"/>
          <w:bCs/>
          <w:lang w:eastAsia="cs-CZ"/>
        </w:rPr>
        <w:t xml:space="preserve"> Byla upravena technická zpráva (kap.5.5) a výkresová dokumentace 2.404</w:t>
      </w:r>
      <w:r w:rsidRPr="001E6792">
        <w:rPr>
          <w:rFonts w:asciiTheme="majorHAnsi" w:eastAsia="Times New Roman" w:hAnsiTheme="majorHAnsi"/>
        </w:rPr>
        <w:t> </w:t>
      </w:r>
    </w:p>
    <w:p w14:paraId="386F3582" w14:textId="6C19F96F" w:rsidR="007E16E1" w:rsidRPr="001E6792" w:rsidRDefault="007E16E1" w:rsidP="001E6792">
      <w:pPr>
        <w:spacing w:after="0"/>
        <w:jc w:val="both"/>
        <w:rPr>
          <w:rFonts w:asciiTheme="majorHAnsi" w:hAnsiTheme="majorHAnsi" w:cs="Tahoma"/>
          <w:b/>
          <w:shd w:val="clear" w:color="auto" w:fill="FFFFFF"/>
        </w:rPr>
      </w:pPr>
      <w:r w:rsidRPr="001E6792">
        <w:rPr>
          <w:rFonts w:asciiTheme="majorHAnsi" w:eastAsia="Calibri" w:hAnsiTheme="majorHAnsi" w:cs="Times New Roman"/>
          <w:b/>
          <w:bCs/>
          <w:lang w:eastAsia="cs-CZ"/>
        </w:rPr>
        <w:t xml:space="preserve">Byl upraven soupis prací </w:t>
      </w:r>
      <w:r w:rsidRPr="001E6792">
        <w:rPr>
          <w:rFonts w:asciiTheme="majorHAnsi" w:hAnsiTheme="majorHAnsi" w:cs="Tahoma"/>
          <w:b/>
          <w:shd w:val="clear" w:color="auto" w:fill="FFFFFF"/>
        </w:rPr>
        <w:t>SO 01-19-04.</w:t>
      </w:r>
    </w:p>
    <w:p w14:paraId="3B830120" w14:textId="4531847A" w:rsidR="007E16E1" w:rsidRPr="001E6792" w:rsidRDefault="007E16E1" w:rsidP="001E6792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1E6792">
        <w:rPr>
          <w:rFonts w:asciiTheme="majorHAnsi" w:eastAsia="Calibri" w:hAnsiTheme="majorHAnsi" w:cs="Times New Roman"/>
          <w:b/>
          <w:bCs/>
          <w:lang w:eastAsia="cs-CZ"/>
        </w:rPr>
        <w:t>Byla opravena příloha 1.000 Technická zpráva.pdf</w:t>
      </w:r>
    </w:p>
    <w:p w14:paraId="0897B7F8" w14:textId="77777777" w:rsidR="007E16E1" w:rsidRPr="001E6792" w:rsidRDefault="007E16E1" w:rsidP="001E6792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1E6792">
        <w:rPr>
          <w:rFonts w:asciiTheme="majorHAnsi" w:eastAsia="Calibri" w:hAnsiTheme="majorHAnsi" w:cs="Times New Roman"/>
          <w:b/>
          <w:bCs/>
          <w:lang w:eastAsia="cs-CZ"/>
        </w:rPr>
        <w:t>Byla opravena příloha 2.403 Stavební jáma – pažení z TI, pohled, řezy.pdf</w:t>
      </w:r>
    </w:p>
    <w:p w14:paraId="6764C1C4" w14:textId="6540B9FA" w:rsidR="007E16E1" w:rsidRPr="001E6792" w:rsidRDefault="007E16E1" w:rsidP="001E6792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1E6792">
        <w:rPr>
          <w:rFonts w:asciiTheme="majorHAnsi" w:eastAsia="Calibri" w:hAnsiTheme="majorHAnsi" w:cs="Times New Roman"/>
          <w:b/>
          <w:bCs/>
          <w:lang w:eastAsia="cs-CZ"/>
        </w:rPr>
        <w:t xml:space="preserve">Byla opravena příloha 2.404 </w:t>
      </w:r>
      <w:proofErr w:type="spellStart"/>
      <w:r w:rsidRPr="001E6792">
        <w:rPr>
          <w:rFonts w:asciiTheme="majorHAnsi" w:eastAsia="Calibri" w:hAnsiTheme="majorHAnsi" w:cs="Times New Roman"/>
          <w:b/>
          <w:bCs/>
          <w:lang w:eastAsia="cs-CZ"/>
        </w:rPr>
        <w:t>Pilire</w:t>
      </w:r>
      <w:proofErr w:type="spellEnd"/>
      <w:r w:rsidRPr="001E6792">
        <w:rPr>
          <w:rFonts w:asciiTheme="majorHAnsi" w:eastAsia="Calibri" w:hAnsiTheme="majorHAnsi" w:cs="Times New Roman"/>
          <w:b/>
          <w:bCs/>
          <w:lang w:eastAsia="cs-CZ"/>
        </w:rPr>
        <w:t xml:space="preserve"> z TI, detail.pdf</w:t>
      </w:r>
    </w:p>
    <w:p w14:paraId="59AF5602" w14:textId="77777777" w:rsidR="00DC05EE" w:rsidRPr="001E6792" w:rsidRDefault="00DC05EE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4DF830B8" w14:textId="77777777" w:rsidR="00270AF5" w:rsidRPr="001E6792" w:rsidRDefault="00270AF5" w:rsidP="001E679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7FC17BDD" w:rsidR="00664163" w:rsidRDefault="00664163" w:rsidP="001E6792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</w:t>
      </w:r>
      <w:r w:rsidRPr="001E6792">
        <w:rPr>
          <w:rFonts w:eastAsia="Times New Roman" w:cs="Times New Roman"/>
          <w:lang w:eastAsia="cs-CZ"/>
        </w:rPr>
        <w:t xml:space="preserve">nabídek ze dne </w:t>
      </w:r>
      <w:r w:rsidR="001E6792" w:rsidRPr="001E6792">
        <w:rPr>
          <w:rFonts w:eastAsia="Times New Roman" w:cs="Times New Roman"/>
          <w:lang w:eastAsia="cs-CZ"/>
        </w:rPr>
        <w:t>25. 11. 2024</w:t>
      </w:r>
      <w:r w:rsidRPr="001E6792">
        <w:rPr>
          <w:rFonts w:eastAsia="Times New Roman" w:cs="Times New Roman"/>
          <w:lang w:eastAsia="cs-CZ"/>
        </w:rPr>
        <w:t xml:space="preserve"> na den </w:t>
      </w:r>
      <w:r w:rsidR="001E6792" w:rsidRPr="001E6792">
        <w:rPr>
          <w:rFonts w:eastAsia="Times New Roman" w:cs="Times New Roman"/>
          <w:b/>
          <w:lang w:eastAsia="cs-CZ"/>
        </w:rPr>
        <w:t>26. 11. 2024</w:t>
      </w:r>
      <w:r w:rsidRPr="001E6792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58F6D20B" w14:textId="3CB10B45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5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A3355C" w:rsidRPr="00A3355C">
        <w:rPr>
          <w:rFonts w:eastAsia="Times New Roman" w:cs="Times New Roman"/>
          <w:lang w:eastAsia="cs-CZ"/>
        </w:rPr>
        <w:t>Z2024-045694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12A088D4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1E6792">
        <w:rPr>
          <w:rFonts w:eastAsia="Times New Roman" w:cs="Times New Roman"/>
          <w:lang w:eastAsia="cs-CZ"/>
        </w:rPr>
        <w:t xml:space="preserve">rušíme datum </w:t>
      </w:r>
      <w:r w:rsidR="001E6792" w:rsidRPr="001E6792">
        <w:rPr>
          <w:rFonts w:eastAsia="Times New Roman" w:cs="Times New Roman"/>
          <w:lang w:eastAsia="cs-CZ"/>
        </w:rPr>
        <w:t>25.11.2024</w:t>
      </w:r>
      <w:r w:rsidRPr="001E6792">
        <w:rPr>
          <w:rFonts w:eastAsia="Times New Roman" w:cs="Times New Roman"/>
          <w:lang w:eastAsia="cs-CZ"/>
        </w:rPr>
        <w:t xml:space="preserve"> a </w:t>
      </w:r>
      <w:r w:rsidRPr="001E6792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1E6792" w:rsidRPr="001E6792">
        <w:rPr>
          <w:rFonts w:eastAsia="Times New Roman" w:cs="Times New Roman"/>
          <w:b/>
          <w:bCs/>
          <w:color w:val="000000" w:themeColor="text1"/>
          <w:lang w:eastAsia="cs-CZ"/>
        </w:rPr>
        <w:t>26.11.2024</w:t>
      </w:r>
      <w:r w:rsidRPr="001E6792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6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18DC5DC8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9067FFF" w14:textId="77777777" w:rsidR="001E6792" w:rsidRPr="00BD5319" w:rsidRDefault="001E6792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C7B9FCA" w14:textId="06E79A38" w:rsidR="007E16E1" w:rsidRPr="001E6792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E6792">
        <w:rPr>
          <w:rFonts w:eastAsia="Calibri" w:cs="Times New Roman"/>
          <w:b/>
          <w:bCs/>
          <w:lang w:eastAsia="cs-CZ"/>
        </w:rPr>
        <w:t xml:space="preserve">Příloha: </w:t>
      </w:r>
    </w:p>
    <w:p w14:paraId="5020F3D4" w14:textId="529ACDCC" w:rsidR="00122E68" w:rsidRDefault="001E6792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E6792">
        <w:rPr>
          <w:rFonts w:eastAsia="Calibri" w:cs="Times New Roman"/>
          <w:bCs/>
          <w:lang w:eastAsia="cs-CZ"/>
        </w:rPr>
        <w:t>XDC_Přejezd_P6501_Přerov-Bohumín_20241113_zm12</w:t>
      </w:r>
      <w:r w:rsidR="00122E68" w:rsidRPr="001E6792">
        <w:rPr>
          <w:rFonts w:eastAsia="Calibri" w:cs="Times New Roman"/>
          <w:bCs/>
          <w:lang w:eastAsia="cs-CZ"/>
        </w:rPr>
        <w:t>.xml</w:t>
      </w:r>
    </w:p>
    <w:p w14:paraId="634D9D80" w14:textId="41511969" w:rsidR="001E6792" w:rsidRPr="001E6792" w:rsidRDefault="001E6792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E6792">
        <w:rPr>
          <w:rFonts w:eastAsia="Calibri" w:cs="Times New Roman"/>
          <w:bCs/>
          <w:lang w:eastAsia="cs-CZ"/>
        </w:rPr>
        <w:t>XLS_Přejezd_P6501_Přerov-Bohumín_20241113_zm12</w:t>
      </w:r>
      <w:r>
        <w:rPr>
          <w:rFonts w:eastAsia="Calibri" w:cs="Times New Roman"/>
          <w:bCs/>
          <w:lang w:eastAsia="cs-CZ"/>
        </w:rPr>
        <w:t>.xlsx</w:t>
      </w:r>
    </w:p>
    <w:p w14:paraId="26A99CB6" w14:textId="65D8FAF8" w:rsidR="007E16E1" w:rsidRPr="001E6792" w:rsidRDefault="007E16E1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E6792">
        <w:rPr>
          <w:rFonts w:eastAsia="Calibri" w:cs="Times New Roman"/>
          <w:bCs/>
          <w:lang w:eastAsia="cs-CZ"/>
        </w:rPr>
        <w:t>vyjádření – Č.J. COV 432023ČOVTEi, SP.ZN. 52.2 V5.pdf</w:t>
      </w:r>
    </w:p>
    <w:p w14:paraId="21BC4315" w14:textId="77777777" w:rsidR="007E16E1" w:rsidRPr="001E6792" w:rsidRDefault="007E16E1" w:rsidP="007E16E1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1E6792">
        <w:rPr>
          <w:rFonts w:asciiTheme="majorHAnsi" w:eastAsia="Calibri" w:hAnsiTheme="majorHAnsi" w:cs="Times New Roman"/>
          <w:bCs/>
          <w:lang w:eastAsia="cs-CZ"/>
        </w:rPr>
        <w:t>1.000 Technická zpráva.pdf</w:t>
      </w:r>
    </w:p>
    <w:p w14:paraId="4E665113" w14:textId="6A783A07" w:rsidR="007E16E1" w:rsidRPr="001E6792" w:rsidRDefault="007E16E1" w:rsidP="007E16E1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1E6792">
        <w:rPr>
          <w:rFonts w:asciiTheme="majorHAnsi" w:eastAsia="Calibri" w:hAnsiTheme="majorHAnsi" w:cs="Times New Roman"/>
          <w:bCs/>
          <w:lang w:eastAsia="cs-CZ"/>
        </w:rPr>
        <w:t>2.403 Stavební jáma – pažení z TI, pohled, řezy.pdf</w:t>
      </w:r>
    </w:p>
    <w:p w14:paraId="46412B94" w14:textId="709A8D8D" w:rsidR="007E16E1" w:rsidRPr="001E6792" w:rsidRDefault="007E16E1" w:rsidP="007E16E1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1E6792">
        <w:rPr>
          <w:rFonts w:asciiTheme="majorHAnsi" w:eastAsia="Calibri" w:hAnsiTheme="majorHAnsi" w:cs="Times New Roman"/>
          <w:bCs/>
          <w:lang w:eastAsia="cs-CZ"/>
        </w:rPr>
        <w:t xml:space="preserve">2.404 </w:t>
      </w:r>
      <w:proofErr w:type="spellStart"/>
      <w:r w:rsidRPr="001E6792">
        <w:rPr>
          <w:rFonts w:asciiTheme="majorHAnsi" w:eastAsia="Calibri" w:hAnsiTheme="majorHAnsi" w:cs="Times New Roman"/>
          <w:bCs/>
          <w:lang w:eastAsia="cs-CZ"/>
        </w:rPr>
        <w:t>Pilire</w:t>
      </w:r>
      <w:proofErr w:type="spellEnd"/>
      <w:r w:rsidRPr="001E6792">
        <w:rPr>
          <w:rFonts w:asciiTheme="majorHAnsi" w:eastAsia="Calibri" w:hAnsiTheme="majorHAnsi" w:cs="Times New Roman"/>
          <w:bCs/>
          <w:lang w:eastAsia="cs-CZ"/>
        </w:rPr>
        <w:t xml:space="preserve"> z TI, detail.pdf</w:t>
      </w:r>
    </w:p>
    <w:p w14:paraId="3568D690" w14:textId="77777777" w:rsidR="00664163" w:rsidRPr="001E679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1E679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74F5B99" w:rsidR="00664163" w:rsidRPr="001E679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E6792">
        <w:rPr>
          <w:rFonts w:eastAsia="Calibri" w:cs="Times New Roman"/>
          <w:lang w:eastAsia="cs-CZ"/>
        </w:rPr>
        <w:t xml:space="preserve">V Olomouci dne </w:t>
      </w:r>
      <w:r w:rsidR="001E6792" w:rsidRPr="001E6792">
        <w:rPr>
          <w:rFonts w:eastAsia="Calibri" w:cs="Times New Roman"/>
          <w:lang w:eastAsia="cs-CZ"/>
        </w:rPr>
        <w:t>14. 11. 2024</w:t>
      </w:r>
    </w:p>
    <w:p w14:paraId="6F75BA64" w14:textId="77777777" w:rsidR="00664163" w:rsidRPr="001E679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1E679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6A79DAEA" w:rsidR="00664163" w:rsidRPr="001E679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FD03725" w14:textId="77777777" w:rsidR="001E6792" w:rsidRPr="001E6792" w:rsidRDefault="001E6792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1E679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1E679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1E6792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E6792">
        <w:rPr>
          <w:rFonts w:eastAsia="Times New Roman" w:cs="Times New Roman"/>
          <w:b/>
          <w:bCs/>
          <w:lang w:eastAsia="cs-CZ"/>
        </w:rPr>
        <w:t>Ing. Miroslav Bocák</w:t>
      </w:r>
      <w:r w:rsidRPr="001E6792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1E6792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E6792">
        <w:rPr>
          <w:rFonts w:eastAsia="Times New Roman" w:cs="Times New Roman"/>
          <w:lang w:eastAsia="cs-CZ"/>
        </w:rPr>
        <w:t>ředitel organizační jednotky</w:t>
      </w:r>
      <w:r w:rsidRPr="001E6792">
        <w:rPr>
          <w:rFonts w:eastAsia="Times New Roman" w:cs="Times New Roman"/>
          <w:lang w:eastAsia="cs-CZ"/>
        </w:rPr>
        <w:tab/>
      </w:r>
    </w:p>
    <w:p w14:paraId="5DEDC136" w14:textId="77777777" w:rsidR="00664163" w:rsidRPr="001E6792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E6792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1E6792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48CC9" w14:textId="77777777" w:rsidR="00F857CB" w:rsidRDefault="00F857CB" w:rsidP="00962258">
      <w:pPr>
        <w:spacing w:after="0" w:line="240" w:lineRule="auto"/>
      </w:pPr>
      <w:r>
        <w:separator/>
      </w:r>
    </w:p>
  </w:endnote>
  <w:endnote w:type="continuationSeparator" w:id="0">
    <w:p w14:paraId="13876C2D" w14:textId="77777777" w:rsidR="00F857CB" w:rsidRDefault="00F857C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336840F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3E2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3E2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38E7A4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791AF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43A3E4DF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3E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3E2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0221E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0221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0221E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0221E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0221E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0221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0221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0221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0221E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D75866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47BBA4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61D4B" w14:textId="77777777" w:rsidR="00F857CB" w:rsidRDefault="00F857CB" w:rsidP="00962258">
      <w:pPr>
        <w:spacing w:after="0" w:line="240" w:lineRule="auto"/>
      </w:pPr>
      <w:r>
        <w:separator/>
      </w:r>
    </w:p>
  </w:footnote>
  <w:footnote w:type="continuationSeparator" w:id="0">
    <w:p w14:paraId="7DB27BCB" w14:textId="77777777" w:rsidR="00F857CB" w:rsidRDefault="00F857C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5B62196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49B4F72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6B4127F"/>
    <w:multiLevelType w:val="hybridMultilevel"/>
    <w:tmpl w:val="95C2A2D2"/>
    <w:lvl w:ilvl="0" w:tplc="922C07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B7877FC"/>
    <w:multiLevelType w:val="hybridMultilevel"/>
    <w:tmpl w:val="BF10435E"/>
    <w:lvl w:ilvl="0" w:tplc="CFCEA3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5B46"/>
    <w:rsid w:val="00033432"/>
    <w:rsid w:val="000335CC"/>
    <w:rsid w:val="00066116"/>
    <w:rsid w:val="00071B09"/>
    <w:rsid w:val="00072C1E"/>
    <w:rsid w:val="000B3A82"/>
    <w:rsid w:val="000B6C7E"/>
    <w:rsid w:val="000B7907"/>
    <w:rsid w:val="000C0429"/>
    <w:rsid w:val="000C45E8"/>
    <w:rsid w:val="000E72A0"/>
    <w:rsid w:val="00114472"/>
    <w:rsid w:val="001224D1"/>
    <w:rsid w:val="00122E68"/>
    <w:rsid w:val="001267E4"/>
    <w:rsid w:val="00170EC5"/>
    <w:rsid w:val="001747C1"/>
    <w:rsid w:val="0018596A"/>
    <w:rsid w:val="001B69C2"/>
    <w:rsid w:val="001C4DA0"/>
    <w:rsid w:val="001E3F60"/>
    <w:rsid w:val="001E6792"/>
    <w:rsid w:val="00207DF5"/>
    <w:rsid w:val="00267369"/>
    <w:rsid w:val="0026785D"/>
    <w:rsid w:val="00270AF5"/>
    <w:rsid w:val="00273CE2"/>
    <w:rsid w:val="00296D39"/>
    <w:rsid w:val="002A59FE"/>
    <w:rsid w:val="002C31BF"/>
    <w:rsid w:val="002E0CD7"/>
    <w:rsid w:val="002F026B"/>
    <w:rsid w:val="0030221E"/>
    <w:rsid w:val="00335122"/>
    <w:rsid w:val="00335732"/>
    <w:rsid w:val="00357BC6"/>
    <w:rsid w:val="0037111D"/>
    <w:rsid w:val="003756B9"/>
    <w:rsid w:val="003956C6"/>
    <w:rsid w:val="003A1C66"/>
    <w:rsid w:val="003E2C8D"/>
    <w:rsid w:val="003E6B9A"/>
    <w:rsid w:val="003E75CE"/>
    <w:rsid w:val="003F40D2"/>
    <w:rsid w:val="0041380F"/>
    <w:rsid w:val="004272CE"/>
    <w:rsid w:val="00434F1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D1654"/>
    <w:rsid w:val="005F30CF"/>
    <w:rsid w:val="006104F6"/>
    <w:rsid w:val="0061068E"/>
    <w:rsid w:val="00630DC6"/>
    <w:rsid w:val="00645C2E"/>
    <w:rsid w:val="00660AD3"/>
    <w:rsid w:val="00664163"/>
    <w:rsid w:val="00685FE1"/>
    <w:rsid w:val="006A5570"/>
    <w:rsid w:val="006A689C"/>
    <w:rsid w:val="006B3D79"/>
    <w:rsid w:val="006B7D49"/>
    <w:rsid w:val="006E0578"/>
    <w:rsid w:val="006E314D"/>
    <w:rsid w:val="006E7F06"/>
    <w:rsid w:val="006F3D20"/>
    <w:rsid w:val="00710723"/>
    <w:rsid w:val="00712ED1"/>
    <w:rsid w:val="00723ED1"/>
    <w:rsid w:val="00727033"/>
    <w:rsid w:val="00735ED4"/>
    <w:rsid w:val="00743525"/>
    <w:rsid w:val="007531A0"/>
    <w:rsid w:val="00753DC9"/>
    <w:rsid w:val="0076286B"/>
    <w:rsid w:val="00764595"/>
    <w:rsid w:val="00766846"/>
    <w:rsid w:val="0077673A"/>
    <w:rsid w:val="0078014F"/>
    <w:rsid w:val="007846E1"/>
    <w:rsid w:val="007A0EFE"/>
    <w:rsid w:val="007B570C"/>
    <w:rsid w:val="007E16E1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E3934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3355C"/>
    <w:rsid w:val="00A44328"/>
    <w:rsid w:val="00A509D7"/>
    <w:rsid w:val="00A55838"/>
    <w:rsid w:val="00A6177B"/>
    <w:rsid w:val="00A66136"/>
    <w:rsid w:val="00A943B5"/>
    <w:rsid w:val="00AA4CBB"/>
    <w:rsid w:val="00AA65FA"/>
    <w:rsid w:val="00AA7351"/>
    <w:rsid w:val="00AC56A4"/>
    <w:rsid w:val="00AD056F"/>
    <w:rsid w:val="00AD1DE9"/>
    <w:rsid w:val="00AD2773"/>
    <w:rsid w:val="00AD6731"/>
    <w:rsid w:val="00AE1DDE"/>
    <w:rsid w:val="00AF6864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6AB2"/>
    <w:rsid w:val="00CB7B5A"/>
    <w:rsid w:val="00CC1E2B"/>
    <w:rsid w:val="00CD1FC4"/>
    <w:rsid w:val="00CE371D"/>
    <w:rsid w:val="00D02A4D"/>
    <w:rsid w:val="00D21061"/>
    <w:rsid w:val="00D23E2C"/>
    <w:rsid w:val="00D316A7"/>
    <w:rsid w:val="00D4108E"/>
    <w:rsid w:val="00D548C8"/>
    <w:rsid w:val="00D6163D"/>
    <w:rsid w:val="00D63009"/>
    <w:rsid w:val="00D831A3"/>
    <w:rsid w:val="00D902AD"/>
    <w:rsid w:val="00DA6FFE"/>
    <w:rsid w:val="00DB518B"/>
    <w:rsid w:val="00DC05EE"/>
    <w:rsid w:val="00DC3110"/>
    <w:rsid w:val="00DD46F3"/>
    <w:rsid w:val="00DD58A6"/>
    <w:rsid w:val="00DE56F2"/>
    <w:rsid w:val="00DF116D"/>
    <w:rsid w:val="00E004E9"/>
    <w:rsid w:val="00E10710"/>
    <w:rsid w:val="00E824F1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57CB"/>
    <w:rsid w:val="00F862D6"/>
    <w:rsid w:val="00F86BA6"/>
    <w:rsid w:val="00F918A3"/>
    <w:rsid w:val="00FC02A5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396C76"/>
  <w14:defaultImageDpi w14:val="32767"/>
  <w15:docId w15:val="{E7F63F6B-2865-4F82-B2A6-CB09B1D6B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24D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cid:image003.png@01DB343E.7F5DC4F0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vvz.nipez.cz/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4.png@01DB343E.7F5DC4F0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A407E5-C697-48BE-A392-D88238DA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157</TotalTime>
  <Pages>4</Pages>
  <Words>1266</Words>
  <Characters>7473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Volfová Markéta, Mgr.</dc:creator>
  <cp:keywords/>
  <dc:description/>
  <cp:lastModifiedBy>Majerová Renáta</cp:lastModifiedBy>
  <cp:revision>11</cp:revision>
  <cp:lastPrinted>2024-09-30T12:07:00Z</cp:lastPrinted>
  <dcterms:created xsi:type="dcterms:W3CDTF">2024-07-11T06:52:00Z</dcterms:created>
  <dcterms:modified xsi:type="dcterms:W3CDTF">2024-11-13T12:50:00Z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